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D08" w:rsidRPr="0081782C" w:rsidRDefault="001C6D08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81782C">
        <w:rPr>
          <w:rFonts w:ascii="Corbel" w:hAnsi="Corbel"/>
          <w:bCs/>
          <w:i/>
        </w:rPr>
        <w:t>Załącznik nr 1.5 do Zarządzenia Rektora UR  nr 12/2019</w:t>
      </w:r>
    </w:p>
    <w:p w:rsidR="001C6D08" w:rsidRPr="0081782C" w:rsidRDefault="001C6D0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782C">
        <w:rPr>
          <w:rFonts w:ascii="Corbel" w:hAnsi="Corbel"/>
          <w:b/>
          <w:smallCaps/>
          <w:sz w:val="24"/>
          <w:szCs w:val="24"/>
        </w:rPr>
        <w:t>SYLABUS</w:t>
      </w:r>
    </w:p>
    <w:p w:rsidR="00A827D0" w:rsidRDefault="001C6D08" w:rsidP="00A827D0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81782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827D0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:rsidR="001C6D08" w:rsidRPr="0081782C" w:rsidRDefault="001C6D0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1782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81782C">
        <w:rPr>
          <w:rFonts w:ascii="Corbel" w:hAnsi="Corbel"/>
          <w:i/>
          <w:sz w:val="20"/>
          <w:szCs w:val="20"/>
        </w:rPr>
        <w:t>(skrajne daty</w:t>
      </w:r>
      <w:r w:rsidRPr="0081782C">
        <w:rPr>
          <w:rFonts w:ascii="Corbel" w:hAnsi="Corbel"/>
          <w:sz w:val="20"/>
          <w:szCs w:val="20"/>
        </w:rPr>
        <w:t>)</w:t>
      </w:r>
    </w:p>
    <w:p w:rsidR="001C6D08" w:rsidRPr="00EC5EE8" w:rsidRDefault="00EC5EE8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EC5EE8">
        <w:rPr>
          <w:rFonts w:ascii="Corbel" w:hAnsi="Corbel"/>
          <w:b/>
          <w:sz w:val="20"/>
          <w:szCs w:val="20"/>
        </w:rPr>
        <w:t xml:space="preserve">Rok akademicki </w:t>
      </w:r>
      <w:r w:rsidR="001C6D08" w:rsidRPr="00EC5EE8">
        <w:rPr>
          <w:rFonts w:ascii="Corbel" w:hAnsi="Corbel"/>
          <w:b/>
          <w:sz w:val="20"/>
          <w:szCs w:val="20"/>
        </w:rPr>
        <w:t>20</w:t>
      </w:r>
      <w:r w:rsidR="00B451D9" w:rsidRPr="00EC5EE8">
        <w:rPr>
          <w:rFonts w:ascii="Corbel" w:hAnsi="Corbel"/>
          <w:b/>
          <w:sz w:val="20"/>
          <w:szCs w:val="20"/>
        </w:rPr>
        <w:t>2</w:t>
      </w:r>
      <w:r w:rsidR="00A827D0">
        <w:rPr>
          <w:rFonts w:ascii="Corbel" w:hAnsi="Corbel"/>
          <w:b/>
          <w:sz w:val="20"/>
          <w:szCs w:val="20"/>
        </w:rPr>
        <w:t>4</w:t>
      </w:r>
      <w:r w:rsidR="001C6D08" w:rsidRPr="00EC5EE8">
        <w:rPr>
          <w:rFonts w:ascii="Corbel" w:hAnsi="Corbel"/>
          <w:b/>
          <w:sz w:val="20"/>
          <w:szCs w:val="20"/>
        </w:rPr>
        <w:t>/202</w:t>
      </w:r>
      <w:r w:rsidR="00A827D0">
        <w:rPr>
          <w:rFonts w:ascii="Corbel" w:hAnsi="Corbel"/>
          <w:b/>
          <w:sz w:val="20"/>
          <w:szCs w:val="20"/>
        </w:rPr>
        <w:t>5</w:t>
      </w:r>
    </w:p>
    <w:p w:rsidR="001C6D08" w:rsidRPr="0081782C" w:rsidRDefault="001C6D0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1C6D08" w:rsidRPr="0081782C" w:rsidRDefault="001C6D08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1782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1C6D08" w:rsidRPr="0081782C" w:rsidTr="00B819C8">
        <w:tc>
          <w:tcPr>
            <w:tcW w:w="2694" w:type="dxa"/>
            <w:vAlign w:val="center"/>
          </w:tcPr>
          <w:p w:rsidR="001C6D08" w:rsidRPr="0081782C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C6D08" w:rsidRPr="00EC5EE8" w:rsidRDefault="001C6D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C5EE8">
              <w:rPr>
                <w:rFonts w:ascii="Corbel" w:hAnsi="Corbel"/>
                <w:sz w:val="24"/>
                <w:szCs w:val="24"/>
              </w:rPr>
              <w:t>Wspomaganie rozwoju dziecka</w:t>
            </w:r>
          </w:p>
        </w:tc>
      </w:tr>
      <w:tr w:rsidR="001C6D08" w:rsidRPr="0081782C" w:rsidTr="00B819C8">
        <w:tc>
          <w:tcPr>
            <w:tcW w:w="2694" w:type="dxa"/>
            <w:vAlign w:val="center"/>
          </w:tcPr>
          <w:p w:rsidR="001C6D08" w:rsidRPr="0081782C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C6D08" w:rsidRPr="0081782C" w:rsidRDefault="001C6D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C6D08" w:rsidRPr="0081782C" w:rsidTr="00B819C8">
        <w:tc>
          <w:tcPr>
            <w:tcW w:w="2694" w:type="dxa"/>
            <w:vAlign w:val="center"/>
          </w:tcPr>
          <w:p w:rsidR="001C6D08" w:rsidRPr="0081782C" w:rsidRDefault="001C6D0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C6D08" w:rsidRPr="0081782C" w:rsidRDefault="00C227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272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C6D08" w:rsidRPr="0081782C" w:rsidTr="00B819C8">
        <w:tc>
          <w:tcPr>
            <w:tcW w:w="2694" w:type="dxa"/>
            <w:vAlign w:val="center"/>
          </w:tcPr>
          <w:p w:rsidR="001C6D08" w:rsidRPr="0081782C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C6D08" w:rsidRPr="00F6324A" w:rsidRDefault="00F632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r w:rsidRPr="00F6324A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End w:id="0"/>
          </w:p>
        </w:tc>
      </w:tr>
      <w:tr w:rsidR="001C6D08" w:rsidRPr="0081782C" w:rsidTr="00B819C8">
        <w:tc>
          <w:tcPr>
            <w:tcW w:w="2694" w:type="dxa"/>
            <w:vAlign w:val="center"/>
          </w:tcPr>
          <w:p w:rsidR="001C6D08" w:rsidRPr="0081782C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C6D08" w:rsidRPr="0081782C" w:rsidRDefault="001C6D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1C6D08" w:rsidRPr="0081782C" w:rsidTr="00B819C8">
        <w:tc>
          <w:tcPr>
            <w:tcW w:w="2694" w:type="dxa"/>
            <w:vAlign w:val="center"/>
          </w:tcPr>
          <w:p w:rsidR="001C6D08" w:rsidRPr="0081782C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C6D08" w:rsidRPr="0081782C" w:rsidRDefault="001C6D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1C6D08" w:rsidRPr="0081782C" w:rsidTr="00B819C8">
        <w:tc>
          <w:tcPr>
            <w:tcW w:w="2694" w:type="dxa"/>
            <w:vAlign w:val="center"/>
          </w:tcPr>
          <w:p w:rsidR="001C6D08" w:rsidRPr="0081782C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C6D08" w:rsidRPr="0081782C" w:rsidRDefault="001C6D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C6D08" w:rsidRPr="0081782C" w:rsidTr="00B819C8">
        <w:tc>
          <w:tcPr>
            <w:tcW w:w="2694" w:type="dxa"/>
            <w:vAlign w:val="center"/>
          </w:tcPr>
          <w:p w:rsidR="001C6D08" w:rsidRPr="0081782C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C6D08" w:rsidRPr="0081782C" w:rsidRDefault="001C6D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C6D08" w:rsidRPr="0081782C" w:rsidTr="00B819C8">
        <w:tc>
          <w:tcPr>
            <w:tcW w:w="2694" w:type="dxa"/>
            <w:vAlign w:val="center"/>
          </w:tcPr>
          <w:p w:rsidR="001C6D08" w:rsidRPr="0081782C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C6D08" w:rsidRPr="00EC5EE8" w:rsidRDefault="001C6D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C5EE8">
              <w:rPr>
                <w:rFonts w:ascii="Corbel" w:hAnsi="Corbel"/>
                <w:sz w:val="24"/>
                <w:szCs w:val="24"/>
              </w:rPr>
              <w:t>Rok 3, semestr 5, 6</w:t>
            </w:r>
          </w:p>
        </w:tc>
      </w:tr>
      <w:tr w:rsidR="001C6D08" w:rsidRPr="0081782C" w:rsidTr="00B819C8">
        <w:tc>
          <w:tcPr>
            <w:tcW w:w="2694" w:type="dxa"/>
            <w:vAlign w:val="center"/>
          </w:tcPr>
          <w:p w:rsidR="001C6D08" w:rsidRPr="0081782C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C6D08" w:rsidRPr="0081782C" w:rsidRDefault="001C6D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sz w:val="24"/>
                <w:szCs w:val="24"/>
              </w:rPr>
              <w:t>Przedmioty specjalnościowe, sp. Asystent rodziny</w:t>
            </w:r>
          </w:p>
        </w:tc>
      </w:tr>
      <w:tr w:rsidR="001C6D08" w:rsidRPr="0081782C" w:rsidTr="00B819C8">
        <w:tc>
          <w:tcPr>
            <w:tcW w:w="2694" w:type="dxa"/>
            <w:vAlign w:val="center"/>
          </w:tcPr>
          <w:p w:rsidR="001C6D08" w:rsidRPr="0081782C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C6D08" w:rsidRPr="0081782C" w:rsidRDefault="001C6D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C6D08" w:rsidRPr="0081782C" w:rsidTr="00B819C8">
        <w:tc>
          <w:tcPr>
            <w:tcW w:w="2694" w:type="dxa"/>
            <w:vAlign w:val="center"/>
          </w:tcPr>
          <w:p w:rsidR="001C6D08" w:rsidRPr="0081782C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C6D08" w:rsidRPr="0081782C" w:rsidRDefault="001C6D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 w:rsidRPr="0081782C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1C6D08" w:rsidRPr="0081782C" w:rsidTr="00B819C8">
        <w:tc>
          <w:tcPr>
            <w:tcW w:w="2694" w:type="dxa"/>
            <w:vAlign w:val="center"/>
          </w:tcPr>
          <w:p w:rsidR="001C6D08" w:rsidRPr="0081782C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C6D08" w:rsidRPr="0081782C" w:rsidRDefault="001C6D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C6D08" w:rsidRPr="0081782C" w:rsidRDefault="001C6D08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1782C">
        <w:rPr>
          <w:rFonts w:ascii="Corbel" w:hAnsi="Corbel"/>
          <w:sz w:val="24"/>
          <w:szCs w:val="24"/>
        </w:rPr>
        <w:t xml:space="preserve">* </w:t>
      </w:r>
      <w:r w:rsidRPr="0081782C">
        <w:rPr>
          <w:rFonts w:ascii="Corbel" w:hAnsi="Corbel"/>
          <w:i/>
          <w:sz w:val="24"/>
          <w:szCs w:val="24"/>
        </w:rPr>
        <w:t>-</w:t>
      </w:r>
      <w:r w:rsidRPr="0081782C">
        <w:rPr>
          <w:rFonts w:ascii="Corbel" w:hAnsi="Corbel"/>
          <w:b w:val="0"/>
          <w:i/>
          <w:sz w:val="24"/>
          <w:szCs w:val="24"/>
        </w:rPr>
        <w:t>opcjonalni</w:t>
      </w:r>
      <w:r w:rsidRPr="0081782C">
        <w:rPr>
          <w:rFonts w:ascii="Corbel" w:hAnsi="Corbel"/>
          <w:b w:val="0"/>
          <w:sz w:val="24"/>
          <w:szCs w:val="24"/>
        </w:rPr>
        <w:t>e,</w:t>
      </w:r>
      <w:r w:rsidRPr="0081782C">
        <w:rPr>
          <w:rFonts w:ascii="Corbel" w:hAnsi="Corbel"/>
          <w:i/>
          <w:sz w:val="24"/>
          <w:szCs w:val="24"/>
        </w:rPr>
        <w:t xml:space="preserve"> </w:t>
      </w:r>
      <w:r w:rsidRPr="0081782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1C6D08" w:rsidRPr="0081782C" w:rsidRDefault="001C6D08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1C6D08" w:rsidRPr="0081782C" w:rsidRDefault="001C6D08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1782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C6D08" w:rsidRPr="0081782C" w:rsidRDefault="001C6D08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C6D08" w:rsidRPr="0081782C" w:rsidTr="00EC5EE8">
        <w:tc>
          <w:tcPr>
            <w:tcW w:w="1048" w:type="dxa"/>
            <w:vAlign w:val="center"/>
          </w:tcPr>
          <w:p w:rsidR="001C6D08" w:rsidRPr="0081782C" w:rsidRDefault="001C6D08" w:rsidP="00EC5E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1782C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1C6D08" w:rsidRPr="0081782C" w:rsidRDefault="001C6D08" w:rsidP="00EC5E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1782C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1C6D08" w:rsidRPr="0081782C" w:rsidRDefault="001C6D08" w:rsidP="00EC5E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1782C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81782C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1C6D08" w:rsidRPr="0081782C" w:rsidRDefault="001C6D08" w:rsidP="00EC5E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1782C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1C6D08" w:rsidRPr="0081782C" w:rsidRDefault="001C6D08" w:rsidP="00EC5E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1782C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81782C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1C6D08" w:rsidRPr="0081782C" w:rsidRDefault="001C6D08" w:rsidP="00EC5E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1782C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1C6D08" w:rsidRPr="0081782C" w:rsidRDefault="001C6D08" w:rsidP="00EC5E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1782C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81782C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1C6D08" w:rsidRPr="0081782C" w:rsidRDefault="001C6D08" w:rsidP="00EC5E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1782C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1C6D08" w:rsidRPr="0081782C" w:rsidRDefault="001C6D08" w:rsidP="00EC5E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1782C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81782C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1C6D08" w:rsidRPr="0081782C" w:rsidRDefault="001C6D08" w:rsidP="00EC5E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1782C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1C6D08" w:rsidRPr="0081782C" w:rsidRDefault="001C6D08" w:rsidP="00EC5E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81782C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1C6D08" w:rsidRPr="0081782C" w:rsidTr="00EC5EE8">
        <w:trPr>
          <w:trHeight w:val="453"/>
        </w:trPr>
        <w:tc>
          <w:tcPr>
            <w:tcW w:w="1048" w:type="dxa"/>
            <w:vAlign w:val="center"/>
          </w:tcPr>
          <w:p w:rsidR="001C6D08" w:rsidRPr="0081782C" w:rsidRDefault="001C6D08" w:rsidP="00EC5E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:rsidR="001C6D08" w:rsidRPr="0081782C" w:rsidRDefault="001C6D08" w:rsidP="00EC5E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:rsidR="001C6D08" w:rsidRPr="0081782C" w:rsidRDefault="001C6D08" w:rsidP="00EC5E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1C6D08" w:rsidRPr="0081782C" w:rsidRDefault="001C6D08" w:rsidP="00EC5E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1C6D08" w:rsidRPr="0081782C" w:rsidRDefault="001C6D08" w:rsidP="00EC5E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1C6D08" w:rsidRPr="0081782C" w:rsidRDefault="001C6D08" w:rsidP="00EC5E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1C6D08" w:rsidRPr="0081782C" w:rsidRDefault="001C6D08" w:rsidP="00EC5E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1C6D08" w:rsidRPr="0081782C" w:rsidRDefault="001C6D08" w:rsidP="00EC5E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1C6D08" w:rsidRPr="0081782C" w:rsidRDefault="001C6D08" w:rsidP="00EC5E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1C6D08" w:rsidRPr="0081782C" w:rsidRDefault="001C6D08" w:rsidP="00EC5E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C6D08" w:rsidRPr="0081782C" w:rsidTr="00EC5EE8">
        <w:trPr>
          <w:trHeight w:val="453"/>
        </w:trPr>
        <w:tc>
          <w:tcPr>
            <w:tcW w:w="1048" w:type="dxa"/>
            <w:vAlign w:val="center"/>
          </w:tcPr>
          <w:p w:rsidR="001C6D08" w:rsidRPr="0081782C" w:rsidRDefault="001C6D08" w:rsidP="00EC5E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:rsidR="001C6D08" w:rsidRPr="0081782C" w:rsidRDefault="001C6D08" w:rsidP="00EC5E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1C6D08" w:rsidRPr="0081782C" w:rsidRDefault="001C6D08" w:rsidP="00EC5E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1C6D08" w:rsidRPr="0081782C" w:rsidRDefault="001C6D08" w:rsidP="00EC5E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1C6D08" w:rsidRPr="0081782C" w:rsidRDefault="001C6D08" w:rsidP="00EC5E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1C6D08" w:rsidRPr="0081782C" w:rsidRDefault="001C6D08" w:rsidP="00EC5E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1C6D08" w:rsidRPr="0081782C" w:rsidRDefault="001C6D08" w:rsidP="00EC5E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1C6D08" w:rsidRPr="0081782C" w:rsidRDefault="001C6D08" w:rsidP="00EC5E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1C6D08" w:rsidRPr="0081782C" w:rsidRDefault="001C6D08" w:rsidP="00EC5E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1C6D08" w:rsidRPr="0081782C" w:rsidRDefault="001C6D08" w:rsidP="00EC5E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C6D08" w:rsidRPr="0081782C" w:rsidRDefault="001C6D08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C6D08" w:rsidRPr="0081782C" w:rsidRDefault="001C6D08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C6D08" w:rsidRPr="0081782C" w:rsidRDefault="001C6D0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1782C">
        <w:rPr>
          <w:rFonts w:ascii="Corbel" w:hAnsi="Corbel"/>
          <w:smallCaps w:val="0"/>
          <w:szCs w:val="24"/>
        </w:rPr>
        <w:t>1.2.</w:t>
      </w:r>
      <w:r w:rsidRPr="0081782C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1C6D08" w:rsidRPr="0081782C" w:rsidRDefault="001C6D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1782C">
        <w:rPr>
          <w:rFonts w:ascii="MS Gothic" w:eastAsia="MS Gothic" w:hAnsi="MS Gothic" w:cs="MS Gothic"/>
          <w:b w:val="0"/>
          <w:szCs w:val="24"/>
          <w:u w:val="single"/>
        </w:rPr>
        <w:t>x</w:t>
      </w:r>
      <w:r w:rsidRPr="0081782C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EC5EE8">
        <w:rPr>
          <w:rFonts w:ascii="Corbel" w:hAnsi="Corbel"/>
          <w:b w:val="0"/>
          <w:smallCaps w:val="0"/>
          <w:szCs w:val="24"/>
          <w:u w:val="single"/>
        </w:rPr>
        <w:t xml:space="preserve">   </w:t>
      </w:r>
      <w:r w:rsidRPr="0081782C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1C6D08" w:rsidRPr="0081782C" w:rsidRDefault="001C6D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1782C">
        <w:rPr>
          <w:rFonts w:ascii="MS Gothic" w:eastAsia="MS Gothic" w:hAnsi="MS Gothic" w:cs="MS Gothic" w:hint="eastAsia"/>
          <w:b w:val="0"/>
          <w:szCs w:val="24"/>
        </w:rPr>
        <w:t>☐</w:t>
      </w:r>
      <w:r w:rsidRPr="0081782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C6D08" w:rsidRPr="0081782C" w:rsidRDefault="001C6D0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C6D08" w:rsidRPr="0081782C" w:rsidRDefault="001C6D08" w:rsidP="00E743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81782C">
        <w:rPr>
          <w:rFonts w:ascii="Corbel" w:hAnsi="Corbel"/>
          <w:smallCaps w:val="0"/>
          <w:szCs w:val="24"/>
        </w:rPr>
        <w:t xml:space="preserve">1.3 </w:t>
      </w:r>
      <w:r w:rsidRPr="0081782C">
        <w:rPr>
          <w:rFonts w:ascii="Corbel" w:hAnsi="Corbel"/>
          <w:smallCaps w:val="0"/>
          <w:szCs w:val="24"/>
        </w:rPr>
        <w:tab/>
        <w:t>Forma zaliczenia przedmiotu  (z toku</w:t>
      </w:r>
      <w:r w:rsidR="0021612E">
        <w:rPr>
          <w:rFonts w:ascii="Corbel" w:hAnsi="Corbel"/>
          <w:smallCaps w:val="0"/>
          <w:szCs w:val="24"/>
        </w:rPr>
        <w:t xml:space="preserve">) </w:t>
      </w:r>
      <w:r w:rsidR="0021612E" w:rsidRPr="0021612E">
        <w:rPr>
          <w:rFonts w:ascii="Corbel" w:hAnsi="Corbel"/>
          <w:b w:val="0"/>
          <w:smallCaps w:val="0"/>
          <w:szCs w:val="24"/>
        </w:rPr>
        <w:t>ZALICZENIE Z OCENĄ</w:t>
      </w:r>
    </w:p>
    <w:p w:rsidR="001C6D08" w:rsidRPr="0081782C" w:rsidRDefault="001C6D0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C6D08" w:rsidRDefault="001C6D08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1782C">
        <w:rPr>
          <w:rFonts w:ascii="Corbel" w:hAnsi="Corbel"/>
          <w:szCs w:val="24"/>
        </w:rPr>
        <w:t xml:space="preserve">2.Wymagania wstępne </w:t>
      </w:r>
    </w:p>
    <w:p w:rsidR="003B7446" w:rsidRPr="0081782C" w:rsidRDefault="003B744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1C6D08" w:rsidRPr="0081782C" w:rsidTr="00745302">
        <w:tc>
          <w:tcPr>
            <w:tcW w:w="9670" w:type="dxa"/>
          </w:tcPr>
          <w:p w:rsidR="001C6D08" w:rsidRPr="0081782C" w:rsidRDefault="001C6D08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81782C">
              <w:rPr>
                <w:rFonts w:ascii="Corbel" w:hAnsi="Corbel"/>
                <w:b w:val="0"/>
                <w:bCs/>
                <w:szCs w:val="24"/>
              </w:rPr>
              <w:t xml:space="preserve">Uzyskanie zaliczenia z przedmiotów: psychologia ogólna, psychologia rozwojowa,  pedagogika ogólna </w:t>
            </w:r>
          </w:p>
        </w:tc>
      </w:tr>
    </w:tbl>
    <w:p w:rsidR="001C6D08" w:rsidRPr="0081782C" w:rsidRDefault="001C6D0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1C6D08" w:rsidRPr="0081782C" w:rsidRDefault="001C6D08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1782C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1C6D08" w:rsidRPr="0081782C" w:rsidRDefault="001C6D0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1C6D08" w:rsidRPr="0081782C" w:rsidRDefault="001C6D08" w:rsidP="009C54AE">
      <w:pPr>
        <w:pStyle w:val="Podpunkty"/>
        <w:rPr>
          <w:rFonts w:ascii="Corbel" w:hAnsi="Corbel"/>
          <w:sz w:val="24"/>
          <w:szCs w:val="24"/>
        </w:rPr>
      </w:pPr>
      <w:r w:rsidRPr="0081782C">
        <w:rPr>
          <w:rFonts w:ascii="Corbel" w:hAnsi="Corbel"/>
          <w:sz w:val="24"/>
          <w:szCs w:val="24"/>
        </w:rPr>
        <w:t>3.1 Cele przedmiotu</w:t>
      </w:r>
    </w:p>
    <w:p w:rsidR="001C6D08" w:rsidRPr="0081782C" w:rsidRDefault="001C6D0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1C6D08" w:rsidRPr="0081782C" w:rsidTr="00923D7D">
        <w:tc>
          <w:tcPr>
            <w:tcW w:w="851" w:type="dxa"/>
            <w:vAlign w:val="center"/>
          </w:tcPr>
          <w:p w:rsidR="001C6D08" w:rsidRPr="0081782C" w:rsidRDefault="001C6D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C6D08" w:rsidRPr="0081782C" w:rsidRDefault="001C6D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bCs/>
                <w:sz w:val="24"/>
                <w:szCs w:val="24"/>
              </w:rPr>
              <w:t>Student zapozna się z przedmiotem, jako nowym kierunkiem poszukiwań badawczych, wyodrębnionym w praktyce pedagogicznej.</w:t>
            </w:r>
          </w:p>
        </w:tc>
      </w:tr>
      <w:tr w:rsidR="001C6D08" w:rsidRPr="0081782C" w:rsidTr="00923D7D">
        <w:tc>
          <w:tcPr>
            <w:tcW w:w="851" w:type="dxa"/>
            <w:vAlign w:val="center"/>
          </w:tcPr>
          <w:p w:rsidR="001C6D08" w:rsidRPr="0081782C" w:rsidRDefault="001C6D0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C6D08" w:rsidRPr="0081782C" w:rsidRDefault="001C6D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bCs/>
                <w:sz w:val="24"/>
                <w:szCs w:val="24"/>
              </w:rPr>
              <w:t>Student pozna terminologię stosowaną w pracy z małym dzieckiem.</w:t>
            </w:r>
          </w:p>
        </w:tc>
      </w:tr>
      <w:tr w:rsidR="001C6D08" w:rsidRPr="0081782C" w:rsidTr="00923D7D">
        <w:tc>
          <w:tcPr>
            <w:tcW w:w="851" w:type="dxa"/>
            <w:vAlign w:val="center"/>
          </w:tcPr>
          <w:p w:rsidR="001C6D08" w:rsidRPr="0081782C" w:rsidRDefault="001C6D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C6D08" w:rsidRPr="0081782C" w:rsidRDefault="001C6D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bCs/>
                <w:sz w:val="24"/>
                <w:szCs w:val="24"/>
              </w:rPr>
              <w:t>Student rozróżni system wczesneg0 wspomagania rozwoju od wczesnej interwencji.</w:t>
            </w:r>
          </w:p>
        </w:tc>
      </w:tr>
      <w:tr w:rsidR="001C6D08" w:rsidRPr="0081782C" w:rsidTr="00923D7D">
        <w:tc>
          <w:tcPr>
            <w:tcW w:w="851" w:type="dxa"/>
            <w:vAlign w:val="center"/>
          </w:tcPr>
          <w:p w:rsidR="001C6D08" w:rsidRPr="0081782C" w:rsidRDefault="001C6D08" w:rsidP="000966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782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C6D08" w:rsidRPr="0081782C" w:rsidRDefault="001C6D08" w:rsidP="008F7C10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81782C">
              <w:rPr>
                <w:rFonts w:ascii="Corbel" w:hAnsi="Corbel"/>
                <w:bCs/>
                <w:sz w:val="24"/>
                <w:szCs w:val="24"/>
              </w:rPr>
              <w:t>Przedstawi podstawowe metody pracy w zakresie stymulacji, rehabilitacji i wspierania rozwoju małych dzieci.</w:t>
            </w:r>
          </w:p>
        </w:tc>
      </w:tr>
    </w:tbl>
    <w:p w:rsidR="001C6D08" w:rsidRPr="0081782C" w:rsidRDefault="001C6D08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C6D08" w:rsidRPr="0081782C" w:rsidRDefault="001C6D08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1782C">
        <w:rPr>
          <w:rFonts w:ascii="Corbel" w:hAnsi="Corbel"/>
          <w:b/>
          <w:sz w:val="24"/>
          <w:szCs w:val="24"/>
        </w:rPr>
        <w:t>3.2 Efekty uczenia się dla przedmiotu</w:t>
      </w:r>
      <w:r w:rsidRPr="0081782C">
        <w:rPr>
          <w:rFonts w:ascii="Corbel" w:hAnsi="Corbel"/>
          <w:sz w:val="24"/>
          <w:szCs w:val="24"/>
        </w:rPr>
        <w:t xml:space="preserve"> </w:t>
      </w:r>
    </w:p>
    <w:p w:rsidR="001C6D08" w:rsidRPr="0081782C" w:rsidRDefault="001C6D0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1C6D08" w:rsidRPr="0081782C" w:rsidTr="0071620A">
        <w:tc>
          <w:tcPr>
            <w:tcW w:w="1701" w:type="dxa"/>
            <w:vAlign w:val="center"/>
          </w:tcPr>
          <w:p w:rsidR="001C6D08" w:rsidRPr="0081782C" w:rsidRDefault="001C6D0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smallCaps w:val="0"/>
                <w:szCs w:val="24"/>
              </w:rPr>
              <w:t>EK</w:t>
            </w:r>
            <w:r w:rsidRPr="0081782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1C6D08" w:rsidRPr="0081782C" w:rsidRDefault="001C6D0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1C6D08" w:rsidRPr="0081782C" w:rsidRDefault="001C6D0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1782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7C10" w:rsidRPr="0081782C" w:rsidTr="005E6E85">
        <w:tc>
          <w:tcPr>
            <w:tcW w:w="1701" w:type="dxa"/>
          </w:tcPr>
          <w:p w:rsidR="008F7C10" w:rsidRPr="0081782C" w:rsidRDefault="008F7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8F7C10" w:rsidRPr="0081782C" w:rsidRDefault="008F7C10" w:rsidP="00E743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81782C">
              <w:rPr>
                <w:rFonts w:ascii="Corbel" w:hAnsi="Corbel"/>
                <w:b w:val="0"/>
                <w:bCs/>
                <w:szCs w:val="24"/>
              </w:rPr>
              <w:t xml:space="preserve">Opisze biologiczne i zdrowotne aspekty rozwoju człowieka w kontekście wczesnego wspomagania dziecka i jego rodziny oraz możliwości w zakresie </w:t>
            </w:r>
            <w:r w:rsidRPr="0081782C">
              <w:rPr>
                <w:rFonts w:ascii="Corbel" w:hAnsi="Corbel"/>
                <w:b w:val="0"/>
                <w:szCs w:val="24"/>
              </w:rPr>
              <w:t>stymulacji, rehabilitacji i wspierania rozwoju małych dzieci, w tym w środowisku rodzinnym</w:t>
            </w:r>
          </w:p>
        </w:tc>
        <w:tc>
          <w:tcPr>
            <w:tcW w:w="1873" w:type="dxa"/>
          </w:tcPr>
          <w:p w:rsidR="008F7C10" w:rsidRPr="0081782C" w:rsidRDefault="008F7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C6D08" w:rsidRPr="0081782C" w:rsidTr="005E6E85">
        <w:tc>
          <w:tcPr>
            <w:tcW w:w="1701" w:type="dxa"/>
          </w:tcPr>
          <w:p w:rsidR="001C6D08" w:rsidRPr="0081782C" w:rsidRDefault="008F7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1782C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1C6D08" w:rsidRPr="0081782C" w:rsidRDefault="008F7C10" w:rsidP="00E743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bCs/>
                <w:szCs w:val="24"/>
              </w:rPr>
              <w:t>opisze przebieg procesu terapeutycznego i edukacyjnego w kontekście przemian środowisk i instytucji zajmujących się wczesnym wspomaganiem rozwoju dziecka.</w:t>
            </w:r>
          </w:p>
        </w:tc>
        <w:tc>
          <w:tcPr>
            <w:tcW w:w="1873" w:type="dxa"/>
          </w:tcPr>
          <w:p w:rsidR="001C6D08" w:rsidRPr="0081782C" w:rsidRDefault="008F7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F7C10" w:rsidRPr="0081782C" w:rsidTr="005E6E85">
        <w:tc>
          <w:tcPr>
            <w:tcW w:w="1701" w:type="dxa"/>
          </w:tcPr>
          <w:p w:rsidR="008F7C10" w:rsidRPr="0081782C" w:rsidRDefault="008F7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F7C10" w:rsidRPr="0081782C" w:rsidRDefault="008F7C10" w:rsidP="00E743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81782C">
              <w:rPr>
                <w:rFonts w:ascii="Corbel" w:hAnsi="Corbel"/>
                <w:b w:val="0"/>
                <w:bCs/>
                <w:szCs w:val="24"/>
              </w:rPr>
              <w:t>Dokona analizy i selekcji różnorodnych informacji związanych z biologicznym rozwojem</w:t>
            </w:r>
            <w:r w:rsidR="00957DBF" w:rsidRPr="0081782C">
              <w:rPr>
                <w:rFonts w:ascii="Corbel" w:hAnsi="Corbel"/>
                <w:b w:val="0"/>
                <w:bCs/>
                <w:szCs w:val="24"/>
              </w:rPr>
              <w:t xml:space="preserve"> małego</w:t>
            </w:r>
            <w:r w:rsidRPr="0081782C">
              <w:rPr>
                <w:rFonts w:ascii="Corbel" w:hAnsi="Corbel"/>
                <w:b w:val="0"/>
                <w:bCs/>
                <w:szCs w:val="24"/>
              </w:rPr>
              <w:t xml:space="preserve"> dziecka i oceni jego funkcjonowanie społeczne</w:t>
            </w:r>
            <w:r w:rsidR="00957DBF" w:rsidRPr="0081782C">
              <w:rPr>
                <w:rFonts w:ascii="Corbel" w:hAnsi="Corbel"/>
                <w:b w:val="0"/>
                <w:bCs/>
                <w:szCs w:val="24"/>
              </w:rPr>
              <w:t>, zwłaszcza w rodzinie z perspektywy możliwości wczesnego wspomagania rozwoju dziecka i jego rodziny.</w:t>
            </w:r>
          </w:p>
        </w:tc>
        <w:tc>
          <w:tcPr>
            <w:tcW w:w="1873" w:type="dxa"/>
          </w:tcPr>
          <w:p w:rsidR="008F7C10" w:rsidRPr="0081782C" w:rsidRDefault="008F7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F7C10" w:rsidRPr="0081782C" w:rsidTr="005E6E85">
        <w:tc>
          <w:tcPr>
            <w:tcW w:w="1701" w:type="dxa"/>
          </w:tcPr>
          <w:p w:rsidR="008F7C10" w:rsidRPr="0081782C" w:rsidRDefault="008F7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F7C10" w:rsidRPr="0081782C" w:rsidRDefault="00957DBF" w:rsidP="00E743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81782C">
              <w:rPr>
                <w:rFonts w:ascii="Corbel" w:hAnsi="Corbel"/>
                <w:b w:val="0"/>
                <w:bCs/>
                <w:szCs w:val="24"/>
              </w:rPr>
              <w:t xml:space="preserve">zaplanuje i zrealizuje projekty dotyczące diagnozowania </w:t>
            </w:r>
            <w:r w:rsidR="00D85911" w:rsidRPr="0081782C">
              <w:rPr>
                <w:rFonts w:ascii="Corbel" w:hAnsi="Corbel"/>
                <w:b w:val="0"/>
                <w:bCs/>
                <w:szCs w:val="24"/>
              </w:rPr>
              <w:t>i</w:t>
            </w:r>
            <w:r w:rsidRPr="0081782C">
              <w:rPr>
                <w:rFonts w:ascii="Corbel" w:hAnsi="Corbel"/>
                <w:b w:val="0"/>
                <w:bCs/>
                <w:szCs w:val="24"/>
              </w:rPr>
              <w:t xml:space="preserve"> adekwatn</w:t>
            </w:r>
            <w:r w:rsidR="00D85911" w:rsidRPr="0081782C">
              <w:rPr>
                <w:rFonts w:ascii="Corbel" w:hAnsi="Corbel"/>
                <w:b w:val="0"/>
                <w:bCs/>
                <w:szCs w:val="24"/>
              </w:rPr>
              <w:t>ego</w:t>
            </w:r>
            <w:r w:rsidRPr="0081782C">
              <w:rPr>
                <w:rFonts w:ascii="Corbel" w:hAnsi="Corbel"/>
                <w:b w:val="0"/>
                <w:bCs/>
                <w:szCs w:val="24"/>
              </w:rPr>
              <w:t xml:space="preserve"> do potrzeb rodziny z dzieckiem z niepełnosprawnością,  wczesnego wspomagania rozwoju dziecka i jego rodziny.</w:t>
            </w:r>
          </w:p>
        </w:tc>
        <w:tc>
          <w:tcPr>
            <w:tcW w:w="1873" w:type="dxa"/>
          </w:tcPr>
          <w:p w:rsidR="008F7C10" w:rsidRPr="0081782C" w:rsidRDefault="008F7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C6D08" w:rsidRPr="0081782C" w:rsidTr="005E6E85">
        <w:tc>
          <w:tcPr>
            <w:tcW w:w="1701" w:type="dxa"/>
          </w:tcPr>
          <w:p w:rsidR="001C6D08" w:rsidRPr="0081782C" w:rsidRDefault="008F7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C6D08" w:rsidRPr="0081782C" w:rsidRDefault="008F7C10" w:rsidP="00E743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bCs/>
                <w:szCs w:val="24"/>
              </w:rPr>
              <w:t>zaplanuje kompleksowe, skoordynowane i wielospecjalistyczne działania na rzecz rodziny                                 z dzieckiem z niepełnosprawnością oraz podejmie współpracę z  przedstawicielami podmiotów działających w ramach wczesnego wspomagania dziecka i jego rodziny.</w:t>
            </w:r>
          </w:p>
        </w:tc>
        <w:tc>
          <w:tcPr>
            <w:tcW w:w="1873" w:type="dxa"/>
          </w:tcPr>
          <w:p w:rsidR="001C6D08" w:rsidRPr="0081782C" w:rsidRDefault="008F7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1C6D08" w:rsidRPr="0081782C" w:rsidTr="005E6E85">
        <w:tc>
          <w:tcPr>
            <w:tcW w:w="1701" w:type="dxa"/>
          </w:tcPr>
          <w:p w:rsidR="001C6D08" w:rsidRPr="0081782C" w:rsidRDefault="008F7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1C6D08" w:rsidRPr="0081782C" w:rsidRDefault="008F7C10" w:rsidP="00E743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bCs/>
                <w:szCs w:val="24"/>
              </w:rPr>
              <w:t xml:space="preserve">podejmie współdziałanie z zespołem terapeutycznym </w:t>
            </w:r>
            <w:proofErr w:type="spellStart"/>
            <w:r w:rsidRPr="0081782C">
              <w:rPr>
                <w:rFonts w:ascii="Corbel" w:hAnsi="Corbel"/>
                <w:b w:val="0"/>
                <w:bCs/>
                <w:szCs w:val="24"/>
              </w:rPr>
              <w:t>sfokusowane</w:t>
            </w:r>
            <w:proofErr w:type="spellEnd"/>
            <w:r w:rsidRPr="0081782C">
              <w:rPr>
                <w:rFonts w:ascii="Corbel" w:hAnsi="Corbel"/>
                <w:b w:val="0"/>
                <w:bCs/>
                <w:szCs w:val="24"/>
              </w:rPr>
              <w:t xml:space="preserve"> na działania pomocowe na rzecz dziecka objętego wczesnym wspomaganiem i jego rodzinę.</w:t>
            </w:r>
          </w:p>
        </w:tc>
        <w:tc>
          <w:tcPr>
            <w:tcW w:w="1873" w:type="dxa"/>
          </w:tcPr>
          <w:p w:rsidR="001C6D08" w:rsidRPr="0081782C" w:rsidRDefault="008F7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1C6D08" w:rsidRPr="0081782C" w:rsidRDefault="001C6D0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C6D08" w:rsidRPr="0081782C" w:rsidRDefault="001C6D0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1782C">
        <w:rPr>
          <w:rFonts w:ascii="Corbel" w:hAnsi="Corbel"/>
          <w:b/>
          <w:sz w:val="24"/>
          <w:szCs w:val="24"/>
        </w:rPr>
        <w:t xml:space="preserve">3.3 Treści programowe </w:t>
      </w:r>
      <w:r w:rsidRPr="0081782C">
        <w:rPr>
          <w:rFonts w:ascii="Corbel" w:hAnsi="Corbel"/>
          <w:sz w:val="24"/>
          <w:szCs w:val="24"/>
        </w:rPr>
        <w:t xml:space="preserve">  </w:t>
      </w:r>
    </w:p>
    <w:p w:rsidR="001C6D08" w:rsidRPr="0081782C" w:rsidRDefault="001C6D08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1782C">
        <w:rPr>
          <w:rFonts w:ascii="Corbel" w:hAnsi="Corbel"/>
          <w:sz w:val="24"/>
          <w:szCs w:val="24"/>
        </w:rPr>
        <w:t xml:space="preserve">Problematyka wykładu </w:t>
      </w:r>
    </w:p>
    <w:p w:rsidR="001C6D08" w:rsidRPr="0081782C" w:rsidRDefault="001C6D08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1C6D08" w:rsidRPr="0081782C" w:rsidTr="00923D7D">
        <w:tc>
          <w:tcPr>
            <w:tcW w:w="9639" w:type="dxa"/>
          </w:tcPr>
          <w:p w:rsidR="001C6D08" w:rsidRPr="0081782C" w:rsidRDefault="001C6D0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C6D08" w:rsidRPr="0081782C" w:rsidTr="00923D7D">
        <w:tc>
          <w:tcPr>
            <w:tcW w:w="9639" w:type="dxa"/>
          </w:tcPr>
          <w:p w:rsidR="001C6D08" w:rsidRPr="0081782C" w:rsidRDefault="001C6D08" w:rsidP="00957DBF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>Omówienie programu zajęć, warunków zaliczenia oraz literatury przedmiotu. Rozróżnienie definicji: wczesne wspomaganie – wczesna interwencja. Podstawa prawna dla podejmowania wczesnego wspomagania</w:t>
            </w:r>
          </w:p>
        </w:tc>
      </w:tr>
      <w:tr w:rsidR="001C6D08" w:rsidRPr="0081782C" w:rsidTr="00923D7D">
        <w:tc>
          <w:tcPr>
            <w:tcW w:w="9639" w:type="dxa"/>
          </w:tcPr>
          <w:p w:rsidR="001C6D08" w:rsidRPr="0081782C" w:rsidRDefault="001C6D08" w:rsidP="00957DBF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>Rehabilitacja lecznicza w Ośrodkach Wczesnej Interwencji - przedstawienie potrzeb, możliwości, barier i kierunków rozwoju placówek.</w:t>
            </w:r>
          </w:p>
        </w:tc>
      </w:tr>
      <w:tr w:rsidR="001C6D08" w:rsidRPr="0081782C" w:rsidTr="00923D7D">
        <w:tc>
          <w:tcPr>
            <w:tcW w:w="9639" w:type="dxa"/>
          </w:tcPr>
          <w:p w:rsidR="001C6D08" w:rsidRPr="0081782C" w:rsidRDefault="001C6D08" w:rsidP="00957DBF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>Standard interdyscyplinarnej placówki świadczącej wczesną, wielospecjalistyczną, kompleksową pomoc dla dzieci zagrożonych niepełnosprawnością lub niepełnosprawnych                 w wieku od 0 do 7 lat</w:t>
            </w:r>
          </w:p>
        </w:tc>
      </w:tr>
      <w:tr w:rsidR="001C6D08" w:rsidRPr="0081782C" w:rsidTr="00923D7D">
        <w:tc>
          <w:tcPr>
            <w:tcW w:w="9639" w:type="dxa"/>
          </w:tcPr>
          <w:p w:rsidR="001C6D08" w:rsidRPr="0081782C" w:rsidRDefault="001C6D08" w:rsidP="00957DBF">
            <w:pPr>
              <w:pStyle w:val="Akapitzlist1"/>
              <w:spacing w:after="0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>Wczesne wspomaganie i jego wpływ na rozwój dziecka.</w:t>
            </w:r>
          </w:p>
        </w:tc>
      </w:tr>
    </w:tbl>
    <w:p w:rsidR="001C6D08" w:rsidRPr="0081782C" w:rsidRDefault="001C6D0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1C6D08" w:rsidRPr="0081782C" w:rsidRDefault="001C6D08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1782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C6D08" w:rsidRPr="0081782C" w:rsidRDefault="001C6D08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1C6D08" w:rsidRPr="0081782C" w:rsidTr="00923D7D">
        <w:tc>
          <w:tcPr>
            <w:tcW w:w="9639" w:type="dxa"/>
          </w:tcPr>
          <w:p w:rsidR="001C6D08" w:rsidRPr="0081782C" w:rsidRDefault="001C6D0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6D08" w:rsidRPr="0081782C" w:rsidTr="00923D7D">
        <w:tc>
          <w:tcPr>
            <w:tcW w:w="9639" w:type="dxa"/>
          </w:tcPr>
          <w:p w:rsidR="001C6D08" w:rsidRPr="0081782C" w:rsidRDefault="001C6D08" w:rsidP="00D85911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>Znaczenie trafności diagnozy w kształtowaniu wieloprofilowego programu rehabilitacji.</w:t>
            </w:r>
          </w:p>
        </w:tc>
      </w:tr>
      <w:tr w:rsidR="001C6D08" w:rsidRPr="0081782C" w:rsidTr="00923D7D">
        <w:tc>
          <w:tcPr>
            <w:tcW w:w="9639" w:type="dxa"/>
          </w:tcPr>
          <w:p w:rsidR="001C6D08" w:rsidRPr="0081782C" w:rsidRDefault="001C6D08" w:rsidP="00D85911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>Praca w zespole wielospecjalistycznym i jej znaczenie dla przebiegu procesów diagnozy i terapii dziecka.</w:t>
            </w:r>
          </w:p>
        </w:tc>
      </w:tr>
      <w:tr w:rsidR="001C6D08" w:rsidRPr="0081782C" w:rsidTr="00923D7D">
        <w:tc>
          <w:tcPr>
            <w:tcW w:w="9639" w:type="dxa"/>
          </w:tcPr>
          <w:p w:rsidR="001C6D08" w:rsidRPr="0081782C" w:rsidRDefault="001C6D08" w:rsidP="00D85911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>Badanie lekarskie, rehabilitacja, terapia logopedyczna, terapia psychologiczna, terapia zajęciowa- świadczeniami dla dziecka z problemem.</w:t>
            </w:r>
          </w:p>
        </w:tc>
      </w:tr>
      <w:tr w:rsidR="001C6D08" w:rsidRPr="0081782C" w:rsidTr="00923D7D">
        <w:tc>
          <w:tcPr>
            <w:tcW w:w="9639" w:type="dxa"/>
          </w:tcPr>
          <w:p w:rsidR="001C6D08" w:rsidRPr="0081782C" w:rsidRDefault="001C6D08" w:rsidP="00D85911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 xml:space="preserve">Psychofizjologiczne i pedagogiczne metody terapii w pracy z małym dzieckiem. Formy realizacji terapii. Niebezpieczeństwo </w:t>
            </w:r>
            <w:proofErr w:type="spellStart"/>
            <w:r w:rsidRPr="0081782C">
              <w:rPr>
                <w:rFonts w:ascii="Corbel" w:hAnsi="Corbel" w:cs="Arial"/>
                <w:sz w:val="24"/>
                <w:szCs w:val="24"/>
              </w:rPr>
              <w:t>przestymulowania</w:t>
            </w:r>
            <w:proofErr w:type="spellEnd"/>
            <w:r w:rsidRPr="0081782C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1C6D08" w:rsidRPr="0021612E" w:rsidTr="00923D7D">
        <w:tc>
          <w:tcPr>
            <w:tcW w:w="9639" w:type="dxa"/>
          </w:tcPr>
          <w:p w:rsidR="001C6D08" w:rsidRPr="0081782C" w:rsidRDefault="001C6D08" w:rsidP="00D85911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1782C">
              <w:rPr>
                <w:rFonts w:ascii="Corbel" w:hAnsi="Corbel" w:cs="Arial"/>
                <w:sz w:val="24"/>
                <w:szCs w:val="24"/>
              </w:rPr>
              <w:t xml:space="preserve">Metody rehabilitacji narządu ruchu dzieci z zaburzeniami </w:t>
            </w:r>
            <w:proofErr w:type="spellStart"/>
            <w:r w:rsidRPr="0081782C">
              <w:rPr>
                <w:rFonts w:ascii="Corbel" w:hAnsi="Corbel" w:cs="Arial"/>
                <w:sz w:val="24"/>
                <w:szCs w:val="24"/>
              </w:rPr>
              <w:t>neurorozwojowymi</w:t>
            </w:r>
            <w:proofErr w:type="spellEnd"/>
            <w:r w:rsidRPr="0081782C">
              <w:rPr>
                <w:rFonts w:ascii="Corbel" w:hAnsi="Corbel" w:cs="Arial"/>
                <w:sz w:val="24"/>
                <w:szCs w:val="24"/>
              </w:rPr>
              <w:t xml:space="preserve">: </w:t>
            </w:r>
          </w:p>
          <w:p w:rsidR="001C6D08" w:rsidRPr="0081782C" w:rsidRDefault="001C6D08" w:rsidP="00D85911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81782C">
              <w:rPr>
                <w:rFonts w:ascii="Corbel" w:hAnsi="Corbel" w:cs="Arial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81782C">
              <w:rPr>
                <w:rFonts w:ascii="Corbel" w:hAnsi="Corbel" w:cs="Arial"/>
                <w:sz w:val="24"/>
                <w:szCs w:val="24"/>
                <w:lang w:val="en-US"/>
              </w:rPr>
              <w:t>metody</w:t>
            </w:r>
            <w:proofErr w:type="spellEnd"/>
            <w:r w:rsidRPr="0081782C">
              <w:rPr>
                <w:rFonts w:ascii="Corbel" w:hAnsi="Corbel" w:cs="Arial"/>
                <w:sz w:val="24"/>
                <w:szCs w:val="24"/>
                <w:lang w:val="en-US"/>
              </w:rPr>
              <w:t>:  NDT-</w:t>
            </w:r>
            <w:proofErr w:type="spellStart"/>
            <w:r w:rsidRPr="0081782C">
              <w:rPr>
                <w:rFonts w:ascii="Corbel" w:hAnsi="Corbel" w:cs="Arial"/>
                <w:sz w:val="24"/>
                <w:szCs w:val="24"/>
                <w:lang w:val="en-US"/>
              </w:rPr>
              <w:t>Bobath</w:t>
            </w:r>
            <w:proofErr w:type="spellEnd"/>
            <w:r w:rsidRPr="0081782C">
              <w:rPr>
                <w:rFonts w:ascii="Corbel" w:hAnsi="Corbel" w:cs="Arial"/>
                <w:sz w:val="24"/>
                <w:szCs w:val="24"/>
                <w:lang w:val="en-US"/>
              </w:rPr>
              <w:t xml:space="preserve"> , </w:t>
            </w:r>
            <w:proofErr w:type="spellStart"/>
            <w:r w:rsidRPr="0081782C">
              <w:rPr>
                <w:rFonts w:ascii="Corbel" w:hAnsi="Corbel" w:cs="Arial"/>
                <w:sz w:val="24"/>
                <w:szCs w:val="24"/>
                <w:lang w:val="en-US"/>
              </w:rPr>
              <w:t>Pet</w:t>
            </w:r>
            <w:r w:rsidRPr="0081782C">
              <w:rPr>
                <w:rFonts w:ascii="Corbel" w:hAnsi="Corbel"/>
                <w:sz w:val="24"/>
                <w:szCs w:val="24"/>
                <w:lang w:val="en-US"/>
              </w:rPr>
              <w:t>ö</w:t>
            </w:r>
            <w:proofErr w:type="spellEnd"/>
            <w:r w:rsidRPr="0081782C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r w:rsidRPr="0081782C">
              <w:rPr>
                <w:rFonts w:ascii="Corbel" w:hAnsi="Corbel" w:cs="Arial"/>
                <w:sz w:val="24"/>
                <w:szCs w:val="24"/>
                <w:lang w:val="en-US"/>
              </w:rPr>
              <w:t xml:space="preserve"> Portage,  </w:t>
            </w:r>
            <w:proofErr w:type="spellStart"/>
            <w:r w:rsidRPr="0081782C">
              <w:rPr>
                <w:rFonts w:ascii="Corbel" w:hAnsi="Corbel" w:cs="Arial"/>
                <w:sz w:val="24"/>
                <w:szCs w:val="24"/>
                <w:lang w:val="en-US"/>
              </w:rPr>
              <w:t>Vojty</w:t>
            </w:r>
            <w:proofErr w:type="spellEnd"/>
          </w:p>
        </w:tc>
      </w:tr>
    </w:tbl>
    <w:p w:rsidR="001C6D08" w:rsidRPr="0081782C" w:rsidRDefault="001C6D08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:rsidR="001C6D08" w:rsidRPr="0081782C" w:rsidRDefault="001C6D0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1782C">
        <w:rPr>
          <w:rFonts w:ascii="Corbel" w:hAnsi="Corbel"/>
          <w:smallCaps w:val="0"/>
          <w:szCs w:val="24"/>
        </w:rPr>
        <w:t>3.4 Metody dydaktyczne</w:t>
      </w:r>
      <w:r w:rsidRPr="0081782C">
        <w:rPr>
          <w:rFonts w:ascii="Corbel" w:hAnsi="Corbel"/>
          <w:b w:val="0"/>
          <w:smallCaps w:val="0"/>
          <w:szCs w:val="24"/>
        </w:rPr>
        <w:t xml:space="preserve"> </w:t>
      </w:r>
    </w:p>
    <w:p w:rsidR="00D85911" w:rsidRPr="0081782C" w:rsidRDefault="00D8591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C6D08" w:rsidRPr="0081782C" w:rsidRDefault="00D8591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1782C">
        <w:rPr>
          <w:rFonts w:ascii="Corbel" w:hAnsi="Corbel"/>
          <w:b w:val="0"/>
          <w:smallCaps w:val="0"/>
          <w:szCs w:val="24"/>
        </w:rPr>
        <w:t>Wykład z prezentacją multimedialną, praca w grupach (rozwiązywanie zadań, dyskusja), projekt</w:t>
      </w:r>
    </w:p>
    <w:p w:rsidR="00D85911" w:rsidRPr="0081782C" w:rsidRDefault="00D8591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1C6D08" w:rsidRPr="0081782C" w:rsidRDefault="001C6D08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1782C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</w:t>
      </w:r>
    </w:p>
    <w:p w:rsidR="001C6D08" w:rsidRPr="0081782C" w:rsidRDefault="001C6D08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1782C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praktyczny), praca w grupach (rozwiązywanie zadań, dyskusja),</w:t>
      </w:r>
    </w:p>
    <w:p w:rsidR="001C6D08" w:rsidRPr="0081782C" w:rsidRDefault="001C6D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C6D08" w:rsidRPr="0081782C" w:rsidRDefault="001C6D0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C6D08" w:rsidRPr="0081782C" w:rsidRDefault="001C6D0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1782C">
        <w:rPr>
          <w:rFonts w:ascii="Corbel" w:hAnsi="Corbel"/>
          <w:smallCaps w:val="0"/>
          <w:szCs w:val="24"/>
        </w:rPr>
        <w:t xml:space="preserve">4. METODY I KRYTERIA OCENY </w:t>
      </w:r>
    </w:p>
    <w:p w:rsidR="001C6D08" w:rsidRPr="0081782C" w:rsidRDefault="001C6D0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C6D08" w:rsidRPr="0081782C" w:rsidRDefault="001C6D0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1782C">
        <w:rPr>
          <w:rFonts w:ascii="Corbel" w:hAnsi="Corbel"/>
          <w:smallCaps w:val="0"/>
          <w:szCs w:val="24"/>
        </w:rPr>
        <w:t>4.1 Sposoby weryfikacji efektów uczenia się</w:t>
      </w:r>
    </w:p>
    <w:p w:rsidR="001C6D08" w:rsidRPr="0081782C" w:rsidRDefault="001C6D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1C6D08" w:rsidRPr="0081782C" w:rsidTr="00D85911">
        <w:tc>
          <w:tcPr>
            <w:tcW w:w="1962" w:type="dxa"/>
            <w:vAlign w:val="center"/>
          </w:tcPr>
          <w:p w:rsidR="001C6D08" w:rsidRPr="0081782C" w:rsidRDefault="001C6D0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1C6D08" w:rsidRPr="0081782C" w:rsidRDefault="001C6D0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B7446"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1C6D08" w:rsidRPr="0081782C" w:rsidRDefault="001C6D0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1C6D08" w:rsidRPr="0081782C" w:rsidRDefault="001C6D0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C6D08" w:rsidRPr="0081782C" w:rsidRDefault="001C6D0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3B744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81782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6D08" w:rsidRPr="0081782C" w:rsidTr="00D85911">
        <w:tc>
          <w:tcPr>
            <w:tcW w:w="1962" w:type="dxa"/>
          </w:tcPr>
          <w:p w:rsidR="001C6D08" w:rsidRPr="0081782C" w:rsidRDefault="001C6D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82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82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1C6D08" w:rsidRPr="0081782C" w:rsidRDefault="001C6D0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1C6D08" w:rsidRPr="0081782C" w:rsidRDefault="001C6D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82C">
              <w:rPr>
                <w:rFonts w:ascii="Corbel" w:hAnsi="Corbel"/>
                <w:b w:val="0"/>
                <w:szCs w:val="24"/>
              </w:rPr>
              <w:t>w, ćw</w:t>
            </w:r>
            <w:r w:rsidR="003B744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C6D08" w:rsidRPr="0081782C" w:rsidTr="00D85911">
        <w:tc>
          <w:tcPr>
            <w:tcW w:w="1962" w:type="dxa"/>
          </w:tcPr>
          <w:p w:rsidR="001C6D08" w:rsidRPr="0081782C" w:rsidRDefault="001C6D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8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C6D08" w:rsidRPr="0081782C" w:rsidRDefault="001C6D08" w:rsidP="000966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1C6D08" w:rsidRPr="0081782C" w:rsidRDefault="001C6D08" w:rsidP="000966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82C">
              <w:rPr>
                <w:rFonts w:ascii="Corbel" w:hAnsi="Corbel"/>
                <w:b w:val="0"/>
                <w:szCs w:val="24"/>
              </w:rPr>
              <w:t>w, ćw</w:t>
            </w:r>
            <w:r w:rsidR="003B744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C6D08" w:rsidRPr="0081782C" w:rsidTr="00D85911">
        <w:tc>
          <w:tcPr>
            <w:tcW w:w="1962" w:type="dxa"/>
          </w:tcPr>
          <w:p w:rsidR="001C6D08" w:rsidRPr="0081782C" w:rsidRDefault="001C6D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82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1C6D08" w:rsidRPr="0081782C" w:rsidRDefault="001C6D08" w:rsidP="000966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1C6D08" w:rsidRPr="0081782C" w:rsidRDefault="001C6D08" w:rsidP="000966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82C">
              <w:rPr>
                <w:rFonts w:ascii="Corbel" w:hAnsi="Corbel"/>
                <w:b w:val="0"/>
                <w:szCs w:val="24"/>
              </w:rPr>
              <w:t>w, ćw</w:t>
            </w:r>
            <w:r w:rsidR="003B744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C6D08" w:rsidRPr="0081782C" w:rsidTr="00D85911">
        <w:tc>
          <w:tcPr>
            <w:tcW w:w="1962" w:type="dxa"/>
          </w:tcPr>
          <w:p w:rsidR="001C6D08" w:rsidRPr="0081782C" w:rsidRDefault="001C6D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82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1C6D08" w:rsidRPr="0081782C" w:rsidRDefault="001C6D08" w:rsidP="000966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1C6D08" w:rsidRPr="0081782C" w:rsidRDefault="001C6D08" w:rsidP="000966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82C">
              <w:rPr>
                <w:rFonts w:ascii="Corbel" w:hAnsi="Corbel"/>
                <w:b w:val="0"/>
                <w:szCs w:val="24"/>
              </w:rPr>
              <w:t>w, ćw</w:t>
            </w:r>
            <w:r w:rsidR="003B744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85911" w:rsidRPr="0081782C" w:rsidTr="00D85911">
        <w:tc>
          <w:tcPr>
            <w:tcW w:w="1962" w:type="dxa"/>
          </w:tcPr>
          <w:p w:rsidR="00D85911" w:rsidRPr="0081782C" w:rsidRDefault="00D85911" w:rsidP="00D859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82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D85911" w:rsidRPr="0081782C" w:rsidRDefault="00D85911" w:rsidP="00D8591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D85911" w:rsidRPr="0081782C" w:rsidRDefault="00D85911" w:rsidP="00D859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82C">
              <w:rPr>
                <w:rFonts w:ascii="Corbel" w:hAnsi="Corbel"/>
                <w:b w:val="0"/>
                <w:szCs w:val="24"/>
              </w:rPr>
              <w:t>w, ćw</w:t>
            </w:r>
            <w:r w:rsidR="003B744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85911" w:rsidRPr="0081782C" w:rsidTr="00D85911">
        <w:tc>
          <w:tcPr>
            <w:tcW w:w="1962" w:type="dxa"/>
          </w:tcPr>
          <w:p w:rsidR="00D85911" w:rsidRPr="0081782C" w:rsidRDefault="00D85911" w:rsidP="00D859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82C"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441" w:type="dxa"/>
          </w:tcPr>
          <w:p w:rsidR="00D85911" w:rsidRPr="0081782C" w:rsidRDefault="00D85911" w:rsidP="00D8591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D85911" w:rsidRPr="0081782C" w:rsidRDefault="00D85911" w:rsidP="00D859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82C">
              <w:rPr>
                <w:rFonts w:ascii="Corbel" w:hAnsi="Corbel"/>
                <w:b w:val="0"/>
                <w:szCs w:val="24"/>
              </w:rPr>
              <w:t>w, ćw</w:t>
            </w:r>
            <w:r w:rsidR="003B7446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1C6D08" w:rsidRPr="0081782C" w:rsidRDefault="001C6D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C6D08" w:rsidRPr="0081782C" w:rsidRDefault="001C6D0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1782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C6D08" w:rsidRPr="0081782C" w:rsidRDefault="001C6D0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1C6D08" w:rsidRPr="0081782C" w:rsidTr="00923D7D">
        <w:tc>
          <w:tcPr>
            <w:tcW w:w="9670" w:type="dxa"/>
          </w:tcPr>
          <w:p w:rsidR="001C6D08" w:rsidRPr="0081782C" w:rsidRDefault="001C6D08" w:rsidP="00D859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Times New Roman" w:hAnsi="Times New Roman"/>
              </w:rPr>
              <w:t xml:space="preserve">- </w:t>
            </w:r>
            <w:r w:rsidRPr="0081782C">
              <w:rPr>
                <w:rFonts w:ascii="Corbel" w:hAnsi="Corbel"/>
                <w:sz w:val="24"/>
                <w:szCs w:val="24"/>
              </w:rPr>
              <w:t>aktywność na zajęciach</w:t>
            </w:r>
            <w:r w:rsidR="00D85911" w:rsidRPr="0081782C">
              <w:rPr>
                <w:rFonts w:ascii="Corbel" w:hAnsi="Corbel"/>
                <w:sz w:val="24"/>
                <w:szCs w:val="24"/>
              </w:rPr>
              <w:t>,</w:t>
            </w:r>
          </w:p>
          <w:p w:rsidR="001C6D08" w:rsidRPr="0081782C" w:rsidRDefault="001C6D08" w:rsidP="00D859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- studiowanie literatury przedmiotu</w:t>
            </w:r>
            <w:r w:rsidR="00D85911" w:rsidRPr="0081782C">
              <w:rPr>
                <w:rFonts w:ascii="Corbel" w:hAnsi="Corbel"/>
                <w:sz w:val="24"/>
                <w:szCs w:val="24"/>
              </w:rPr>
              <w:t>,</w:t>
            </w:r>
          </w:p>
          <w:p w:rsidR="00D85911" w:rsidRPr="0081782C" w:rsidRDefault="00D85911" w:rsidP="00D859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- pozytywna ocena z kolokwium,</w:t>
            </w:r>
          </w:p>
          <w:p w:rsidR="00D85911" w:rsidRPr="0081782C" w:rsidRDefault="001C6D08" w:rsidP="00D85911">
            <w:pPr>
              <w:spacing w:after="0" w:line="240" w:lineRule="auto"/>
              <w:rPr>
                <w:sz w:val="24"/>
                <w:szCs w:val="24"/>
              </w:rPr>
            </w:pPr>
            <w:r w:rsidRPr="0081782C">
              <w:t xml:space="preserve">- </w:t>
            </w:r>
            <w:r w:rsidRPr="0081782C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D85911" w:rsidRPr="0081782C">
              <w:rPr>
                <w:sz w:val="24"/>
                <w:szCs w:val="24"/>
              </w:rPr>
              <w:t>,</w:t>
            </w:r>
          </w:p>
        </w:tc>
      </w:tr>
    </w:tbl>
    <w:p w:rsidR="001C6D08" w:rsidRPr="0081782C" w:rsidRDefault="001C6D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C6D08" w:rsidRPr="0081782C" w:rsidRDefault="001C6D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C6D08" w:rsidRPr="0081782C" w:rsidRDefault="001C6D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C6D08" w:rsidRPr="0081782C" w:rsidRDefault="001C6D08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1782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C6D08" w:rsidRPr="0081782C" w:rsidRDefault="001C6D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D85911" w:rsidRPr="0081782C" w:rsidTr="003E1941">
        <w:tc>
          <w:tcPr>
            <w:tcW w:w="4962" w:type="dxa"/>
            <w:vAlign w:val="center"/>
          </w:tcPr>
          <w:p w:rsidR="001C6D08" w:rsidRPr="0081782C" w:rsidRDefault="001C6D08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1782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C6D08" w:rsidRPr="0081782C" w:rsidRDefault="001C6D08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1782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85911" w:rsidRPr="0081782C" w:rsidTr="00923D7D">
        <w:tc>
          <w:tcPr>
            <w:tcW w:w="4962" w:type="dxa"/>
          </w:tcPr>
          <w:p w:rsidR="001C6D08" w:rsidRPr="0081782C" w:rsidRDefault="001C6D08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81782C">
              <w:t>z harmonogramu</w:t>
            </w:r>
            <w:r w:rsidRPr="0081782C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1C6D08" w:rsidRPr="0081782C" w:rsidRDefault="001C6D08" w:rsidP="00095E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85911" w:rsidRPr="0081782C" w:rsidTr="00923D7D">
        <w:tc>
          <w:tcPr>
            <w:tcW w:w="4962" w:type="dxa"/>
          </w:tcPr>
          <w:p w:rsidR="001C6D08" w:rsidRPr="0081782C" w:rsidRDefault="001C6D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C6D08" w:rsidRPr="0081782C" w:rsidRDefault="001C6D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1C6D08" w:rsidRPr="0081782C" w:rsidRDefault="001C6D08" w:rsidP="00095E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85911" w:rsidRPr="0081782C" w:rsidTr="00923D7D">
        <w:tc>
          <w:tcPr>
            <w:tcW w:w="4962" w:type="dxa"/>
          </w:tcPr>
          <w:p w:rsidR="001C6D08" w:rsidRPr="0081782C" w:rsidRDefault="001C6D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1C6D08" w:rsidRPr="0081782C" w:rsidRDefault="001C6D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85911" w:rsidRPr="0081782C">
              <w:rPr>
                <w:rFonts w:ascii="Corbel" w:hAnsi="Corbel"/>
                <w:sz w:val="24"/>
                <w:szCs w:val="24"/>
              </w:rPr>
              <w:t>przygotowanie do kolokwium, przygotowanie pracy projektowej, studiowanie literatury</w:t>
            </w:r>
            <w:r w:rsidRPr="0081782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1C6D08" w:rsidRPr="0081782C" w:rsidRDefault="001C6D08" w:rsidP="00095E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85911" w:rsidRPr="0081782C" w:rsidTr="00923D7D">
        <w:tc>
          <w:tcPr>
            <w:tcW w:w="4962" w:type="dxa"/>
          </w:tcPr>
          <w:p w:rsidR="001C6D08" w:rsidRPr="0081782C" w:rsidRDefault="001C6D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C6D08" w:rsidRPr="0081782C" w:rsidRDefault="001C6D08" w:rsidP="00095E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85911" w:rsidRPr="0081782C" w:rsidTr="00923D7D">
        <w:tc>
          <w:tcPr>
            <w:tcW w:w="4962" w:type="dxa"/>
          </w:tcPr>
          <w:p w:rsidR="001C6D08" w:rsidRPr="0081782C" w:rsidRDefault="001C6D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1782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C6D08" w:rsidRPr="0081782C" w:rsidRDefault="001C6D08" w:rsidP="00095E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1C6D08" w:rsidRPr="0081782C" w:rsidRDefault="001C6D08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1782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C6D08" w:rsidRPr="0081782C" w:rsidRDefault="001C6D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C6D08" w:rsidRPr="0081782C" w:rsidRDefault="001C6D0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782C">
        <w:rPr>
          <w:rFonts w:ascii="Corbel" w:hAnsi="Corbel"/>
          <w:smallCaps w:val="0"/>
          <w:szCs w:val="24"/>
        </w:rPr>
        <w:t>6. PRAKTYKI ZAWODOWE W RAMACH PRZEDMIOTU</w:t>
      </w:r>
    </w:p>
    <w:p w:rsidR="001C6D08" w:rsidRPr="0081782C" w:rsidRDefault="001C6D08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1C6D08" w:rsidRPr="0081782C" w:rsidTr="0071620A">
        <w:trPr>
          <w:trHeight w:val="397"/>
        </w:trPr>
        <w:tc>
          <w:tcPr>
            <w:tcW w:w="3544" w:type="dxa"/>
          </w:tcPr>
          <w:p w:rsidR="001C6D08" w:rsidRPr="0081782C" w:rsidRDefault="001C6D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C6D08" w:rsidRPr="0081782C" w:rsidRDefault="001C6D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C6D08" w:rsidRPr="0081782C" w:rsidTr="0071620A">
        <w:trPr>
          <w:trHeight w:val="397"/>
        </w:trPr>
        <w:tc>
          <w:tcPr>
            <w:tcW w:w="3544" w:type="dxa"/>
          </w:tcPr>
          <w:p w:rsidR="001C6D08" w:rsidRPr="0081782C" w:rsidRDefault="001C6D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C6D08" w:rsidRPr="0081782C" w:rsidRDefault="001C6D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1C6D08" w:rsidRPr="0081782C" w:rsidRDefault="001C6D0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C6D08" w:rsidRPr="0081782C" w:rsidRDefault="001C6D0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782C">
        <w:rPr>
          <w:rFonts w:ascii="Corbel" w:hAnsi="Corbel"/>
          <w:smallCaps w:val="0"/>
          <w:szCs w:val="24"/>
        </w:rPr>
        <w:t xml:space="preserve">7. LITERATURA </w:t>
      </w:r>
    </w:p>
    <w:p w:rsidR="001C6D08" w:rsidRPr="0081782C" w:rsidRDefault="001C6D0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1C6D08" w:rsidRPr="0081782C" w:rsidTr="0071620A">
        <w:trPr>
          <w:trHeight w:val="397"/>
        </w:trPr>
        <w:tc>
          <w:tcPr>
            <w:tcW w:w="7513" w:type="dxa"/>
          </w:tcPr>
          <w:p w:rsidR="00D85911" w:rsidRPr="0081782C" w:rsidRDefault="001C6D08" w:rsidP="00095EEF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1782C">
              <w:rPr>
                <w:rFonts w:ascii="Corbel" w:hAnsi="Corbel"/>
                <w:b/>
                <w:smallCaps/>
                <w:sz w:val="24"/>
                <w:szCs w:val="24"/>
              </w:rPr>
              <w:t>Literatura podstawowa:</w:t>
            </w:r>
            <w:r w:rsidRPr="0081782C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  <w:p w:rsidR="001C6D08" w:rsidRPr="0081782C" w:rsidRDefault="001C6D08" w:rsidP="00095EEF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>Cieszyńska</w:t>
            </w:r>
            <w:r w:rsidR="00D85911" w:rsidRPr="0081782C">
              <w:rPr>
                <w:rFonts w:ascii="Corbel" w:hAnsi="Corbel" w:cs="Arial"/>
                <w:sz w:val="24"/>
                <w:szCs w:val="24"/>
              </w:rPr>
              <w:t xml:space="preserve"> J. (2007)</w:t>
            </w:r>
            <w:r w:rsidRPr="0081782C">
              <w:rPr>
                <w:rFonts w:ascii="Corbel" w:hAnsi="Corbel" w:cs="Arial"/>
                <w:sz w:val="24"/>
                <w:szCs w:val="24"/>
              </w:rPr>
              <w:t xml:space="preserve">, </w:t>
            </w:r>
            <w:r w:rsidRPr="0081782C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terapeutyczna: stymulacja rozwoju dziecka od noworodka do 6 rozwoju dziecka</w:t>
            </w:r>
            <w:r w:rsidRPr="0081782C">
              <w:rPr>
                <w:rFonts w:ascii="Corbel" w:hAnsi="Corbel" w:cs="Arial"/>
                <w:sz w:val="24"/>
                <w:szCs w:val="24"/>
              </w:rPr>
              <w:t>, Wyd. Edukacyjne</w:t>
            </w:r>
            <w:r w:rsidR="00D85911" w:rsidRPr="0081782C">
              <w:rPr>
                <w:rFonts w:ascii="Corbel" w:hAnsi="Corbel" w:cs="Arial"/>
                <w:sz w:val="24"/>
                <w:szCs w:val="24"/>
              </w:rPr>
              <w:t>:</w:t>
            </w:r>
            <w:r w:rsidRPr="0081782C">
              <w:rPr>
                <w:rFonts w:ascii="Corbel" w:hAnsi="Corbel" w:cs="Arial"/>
                <w:sz w:val="24"/>
                <w:szCs w:val="24"/>
              </w:rPr>
              <w:t xml:space="preserve"> Kraków.</w:t>
            </w:r>
          </w:p>
          <w:p w:rsidR="001C6D08" w:rsidRPr="0081782C" w:rsidRDefault="001C6D08" w:rsidP="00095EEF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 xml:space="preserve">Doman G. (1996). </w:t>
            </w:r>
            <w:r w:rsidRPr="0081782C">
              <w:rPr>
                <w:rFonts w:ascii="Corbel" w:hAnsi="Corbel" w:cs="Arial"/>
                <w:i/>
                <w:iCs/>
                <w:sz w:val="24"/>
                <w:szCs w:val="24"/>
              </w:rPr>
              <w:t>Jak postępować z dzieckiem z uszkodzeniem mózgu.</w:t>
            </w:r>
            <w:r w:rsidRPr="0081782C">
              <w:rPr>
                <w:rFonts w:ascii="Corbel" w:hAnsi="Corbel" w:cs="Arial"/>
                <w:sz w:val="24"/>
                <w:szCs w:val="24"/>
              </w:rPr>
              <w:t xml:space="preserve"> Poznań: Wyd.</w:t>
            </w:r>
            <w:r w:rsidR="00791910" w:rsidRPr="0081782C">
              <w:rPr>
                <w:rFonts w:ascii="Corbel" w:hAnsi="Corbel" w:cs="Arial"/>
                <w:sz w:val="24"/>
                <w:szCs w:val="24"/>
              </w:rPr>
              <w:t xml:space="preserve"> </w:t>
            </w:r>
            <w:proofErr w:type="spellStart"/>
            <w:r w:rsidRPr="0081782C">
              <w:rPr>
                <w:rFonts w:ascii="Corbel" w:hAnsi="Corbel" w:cs="Arial"/>
                <w:sz w:val="24"/>
                <w:szCs w:val="24"/>
              </w:rPr>
              <w:t>Protext</w:t>
            </w:r>
            <w:proofErr w:type="spellEnd"/>
            <w:r w:rsidRPr="0081782C">
              <w:rPr>
                <w:rFonts w:ascii="Corbel" w:hAnsi="Corbel" w:cs="Arial"/>
                <w:sz w:val="24"/>
                <w:szCs w:val="24"/>
              </w:rPr>
              <w:t>.</w:t>
            </w:r>
          </w:p>
          <w:p w:rsidR="001C6D08" w:rsidRPr="0081782C" w:rsidRDefault="001C6D08" w:rsidP="00095EEF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 xml:space="preserve">Gałkowski T. (1995). </w:t>
            </w:r>
            <w:r w:rsidRPr="0081782C">
              <w:rPr>
                <w:rFonts w:ascii="Corbel" w:hAnsi="Corbel" w:cs="Arial"/>
                <w:i/>
                <w:iCs/>
                <w:sz w:val="24"/>
                <w:szCs w:val="24"/>
              </w:rPr>
              <w:t>Dziecko autystyczne w środowisku rodzinnym  i szkolnym</w:t>
            </w:r>
            <w:r w:rsidRPr="0081782C">
              <w:rPr>
                <w:rFonts w:ascii="Corbel" w:hAnsi="Corbel" w:cs="Arial"/>
                <w:sz w:val="24"/>
                <w:szCs w:val="24"/>
              </w:rPr>
              <w:t>. Warszawa: WSiP.</w:t>
            </w:r>
          </w:p>
          <w:p w:rsidR="00284A26" w:rsidRDefault="001C6D08" w:rsidP="00095EEF">
            <w:pPr>
              <w:spacing w:after="0"/>
              <w:jc w:val="both"/>
              <w:rPr>
                <w:rFonts w:ascii="Corbel" w:hAnsi="Corbel" w:cs="Arial"/>
                <w:i/>
                <w:iCs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>Kmita</w:t>
            </w:r>
            <w:r w:rsidR="00284A26">
              <w:rPr>
                <w:rFonts w:ascii="Corbel" w:hAnsi="Corbel" w:cs="Arial"/>
                <w:sz w:val="24"/>
                <w:szCs w:val="24"/>
              </w:rPr>
              <w:t xml:space="preserve"> G.</w:t>
            </w:r>
            <w:r w:rsidRPr="0081782C">
              <w:rPr>
                <w:rFonts w:ascii="Corbel" w:hAnsi="Corbel" w:cs="Arial"/>
                <w:sz w:val="24"/>
                <w:szCs w:val="24"/>
              </w:rPr>
              <w:t>, Kaczmarek</w:t>
            </w:r>
            <w:r w:rsidR="00284A26">
              <w:rPr>
                <w:rFonts w:ascii="Corbel" w:hAnsi="Corbel" w:cs="Arial"/>
                <w:sz w:val="24"/>
                <w:szCs w:val="24"/>
              </w:rPr>
              <w:t xml:space="preserve"> T. (2004), (red.).</w:t>
            </w:r>
            <w:r w:rsidRPr="0081782C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81782C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Wczesna interwencja </w:t>
            </w:r>
            <w:r w:rsidR="00284A26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miejsce </w:t>
            </w:r>
            <w:r w:rsidR="00284A26">
              <w:rPr>
                <w:rFonts w:ascii="Corbel" w:hAnsi="Corbel" w:cs="Arial"/>
                <w:i/>
                <w:iCs/>
                <w:sz w:val="24"/>
                <w:szCs w:val="24"/>
              </w:rPr>
              <w:lastRenderedPageBreak/>
              <w:t xml:space="preserve">psychologa w opiece nad małym dzieckiem i jego rodziną, </w:t>
            </w:r>
            <w:r w:rsidR="00284A26" w:rsidRPr="00284A26">
              <w:rPr>
                <w:rFonts w:ascii="Corbel" w:hAnsi="Corbel" w:cs="Arial"/>
                <w:sz w:val="24"/>
                <w:szCs w:val="24"/>
              </w:rPr>
              <w:t>Wydawnictwo EMU</w:t>
            </w:r>
            <w:r w:rsidR="00284A26">
              <w:rPr>
                <w:rFonts w:ascii="Corbel" w:hAnsi="Corbel" w:cs="Arial"/>
                <w:sz w:val="24"/>
                <w:szCs w:val="24"/>
              </w:rPr>
              <w:t>:</w:t>
            </w:r>
            <w:r w:rsidR="00284A26" w:rsidRPr="00284A26">
              <w:rPr>
                <w:rFonts w:ascii="Corbel" w:hAnsi="Corbel" w:cs="Arial"/>
                <w:sz w:val="24"/>
                <w:szCs w:val="24"/>
              </w:rPr>
              <w:t xml:space="preserve"> Warszawa.</w:t>
            </w:r>
            <w:r w:rsidR="00284A26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 </w:t>
            </w:r>
          </w:p>
          <w:p w:rsidR="001C6D08" w:rsidRPr="00C2272A" w:rsidRDefault="001C6D08" w:rsidP="00095EEF">
            <w:p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 xml:space="preserve">Kielin J (red) . (2000). </w:t>
            </w:r>
            <w:r w:rsidRPr="0081782C">
              <w:rPr>
                <w:rFonts w:ascii="Corbel" w:hAnsi="Corbel" w:cs="Arial"/>
                <w:i/>
                <w:iCs/>
                <w:sz w:val="24"/>
                <w:szCs w:val="24"/>
              </w:rPr>
              <w:t>Rozwój daje radość</w:t>
            </w:r>
            <w:r w:rsidRPr="0081782C">
              <w:rPr>
                <w:rFonts w:ascii="Corbel" w:hAnsi="Corbel" w:cs="Arial"/>
                <w:sz w:val="24"/>
                <w:szCs w:val="24"/>
              </w:rPr>
              <w:t xml:space="preserve">. </w:t>
            </w:r>
            <w:proofErr w:type="spellStart"/>
            <w:r w:rsidRPr="00C2272A">
              <w:rPr>
                <w:rFonts w:ascii="Corbel" w:hAnsi="Corbel" w:cs="Arial"/>
                <w:sz w:val="24"/>
                <w:szCs w:val="24"/>
                <w:lang w:val="en-GB"/>
              </w:rPr>
              <w:t>Gdańsk</w:t>
            </w:r>
            <w:proofErr w:type="spellEnd"/>
            <w:r w:rsidRPr="00C2272A">
              <w:rPr>
                <w:rFonts w:ascii="Corbel" w:hAnsi="Corbel" w:cs="Arial"/>
                <w:sz w:val="24"/>
                <w:szCs w:val="24"/>
                <w:lang w:val="en-GB"/>
              </w:rPr>
              <w:t xml:space="preserve">: </w:t>
            </w:r>
            <w:proofErr w:type="spellStart"/>
            <w:r w:rsidRPr="00C2272A">
              <w:rPr>
                <w:rFonts w:ascii="Corbel" w:hAnsi="Corbel" w:cs="Arial"/>
                <w:sz w:val="24"/>
                <w:szCs w:val="24"/>
                <w:lang w:val="en-GB"/>
              </w:rPr>
              <w:t>GWP</w:t>
            </w:r>
            <w:proofErr w:type="spellEnd"/>
            <w:r w:rsidRPr="00C2272A">
              <w:rPr>
                <w:rFonts w:ascii="Corbel" w:hAnsi="Corbel" w:cs="Arial"/>
                <w:sz w:val="24"/>
                <w:szCs w:val="24"/>
                <w:lang w:val="en-GB"/>
              </w:rPr>
              <w:t>.</w:t>
            </w:r>
          </w:p>
          <w:p w:rsidR="001C6D08" w:rsidRPr="0081782C" w:rsidRDefault="001C6D08" w:rsidP="00095EEF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C2272A">
              <w:rPr>
                <w:rFonts w:ascii="Corbel" w:hAnsi="Corbel" w:cs="Arial"/>
                <w:sz w:val="24"/>
                <w:szCs w:val="24"/>
                <w:lang w:val="en-GB"/>
              </w:rPr>
              <w:t>Knill</w:t>
            </w:r>
            <w:proofErr w:type="spellEnd"/>
            <w:r w:rsidRPr="00C2272A">
              <w:rPr>
                <w:rFonts w:ascii="Corbel" w:hAnsi="Corbel" w:cs="Arial"/>
                <w:sz w:val="24"/>
                <w:szCs w:val="24"/>
                <w:lang w:val="en-GB"/>
              </w:rPr>
              <w:t xml:space="preserve"> M., </w:t>
            </w:r>
            <w:proofErr w:type="spellStart"/>
            <w:r w:rsidRPr="00C2272A">
              <w:rPr>
                <w:rFonts w:ascii="Corbel" w:hAnsi="Corbel" w:cs="Arial"/>
                <w:sz w:val="24"/>
                <w:szCs w:val="24"/>
                <w:lang w:val="en-GB"/>
              </w:rPr>
              <w:t>Knill</w:t>
            </w:r>
            <w:proofErr w:type="spellEnd"/>
            <w:r w:rsidRPr="00C2272A">
              <w:rPr>
                <w:rFonts w:ascii="Corbel" w:hAnsi="Corbel" w:cs="Arial"/>
                <w:sz w:val="24"/>
                <w:szCs w:val="24"/>
                <w:lang w:val="en-GB"/>
              </w:rPr>
              <w:t xml:space="preserve"> K. (1995) . </w:t>
            </w:r>
            <w:r w:rsidRPr="0081782C">
              <w:rPr>
                <w:rFonts w:ascii="Corbel" w:hAnsi="Corbel" w:cs="Arial"/>
                <w:i/>
                <w:iCs/>
                <w:sz w:val="24"/>
                <w:szCs w:val="24"/>
              </w:rPr>
              <w:t>Programy aktywności</w:t>
            </w:r>
            <w:r w:rsidRPr="0081782C">
              <w:rPr>
                <w:rFonts w:ascii="Corbel" w:hAnsi="Corbel" w:cs="Arial"/>
                <w:sz w:val="24"/>
                <w:szCs w:val="24"/>
              </w:rPr>
              <w:t>. Warszawa: CMPP-P MEN</w:t>
            </w:r>
          </w:p>
          <w:p w:rsidR="001C6D08" w:rsidRPr="0081782C" w:rsidRDefault="001C6D08" w:rsidP="00095EEF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81782C">
              <w:rPr>
                <w:rFonts w:ascii="Corbel" w:hAnsi="Corbel" w:cs="Arial"/>
                <w:sz w:val="24"/>
                <w:szCs w:val="24"/>
              </w:rPr>
              <w:t>Maas</w:t>
            </w:r>
            <w:proofErr w:type="spellEnd"/>
            <w:r w:rsidRPr="0081782C">
              <w:rPr>
                <w:rFonts w:ascii="Corbel" w:hAnsi="Corbel" w:cs="Arial"/>
                <w:sz w:val="24"/>
                <w:szCs w:val="24"/>
              </w:rPr>
              <w:t xml:space="preserve"> V. (1998). </w:t>
            </w:r>
            <w:r w:rsidRPr="0081782C">
              <w:rPr>
                <w:rFonts w:ascii="Corbel" w:hAnsi="Corbel" w:cs="Arial"/>
                <w:i/>
                <w:iCs/>
                <w:sz w:val="24"/>
                <w:szCs w:val="24"/>
              </w:rPr>
              <w:t>Uczenie się przez zmysły. Wprowadzenie do teorii integracji sensorycznej</w:t>
            </w:r>
            <w:r w:rsidRPr="0081782C">
              <w:rPr>
                <w:rFonts w:ascii="Corbel" w:hAnsi="Corbel" w:cs="Arial"/>
                <w:sz w:val="24"/>
                <w:szCs w:val="24"/>
              </w:rPr>
              <w:t>. Warszawa: WSiP.</w:t>
            </w:r>
          </w:p>
          <w:p w:rsidR="001C6D08" w:rsidRPr="0081782C" w:rsidRDefault="001C6D08" w:rsidP="00095EEF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1782C">
              <w:rPr>
                <w:rFonts w:ascii="Corbel" w:hAnsi="Corbel"/>
                <w:sz w:val="24"/>
                <w:szCs w:val="24"/>
              </w:rPr>
              <w:t xml:space="preserve">Sadowska L. (red.) (2004). </w:t>
            </w:r>
            <w:r w:rsidRPr="0081782C">
              <w:rPr>
                <w:rFonts w:ascii="Corbel" w:hAnsi="Corbel"/>
                <w:i/>
                <w:iCs/>
                <w:sz w:val="24"/>
                <w:szCs w:val="24"/>
              </w:rPr>
              <w:t>Neurofizjologiczne metody usprawniania dzieci                        z zaburzeniami rozwoju</w:t>
            </w:r>
            <w:r w:rsidRPr="0081782C">
              <w:rPr>
                <w:rFonts w:ascii="Corbel" w:hAnsi="Corbel"/>
                <w:sz w:val="24"/>
                <w:szCs w:val="24"/>
              </w:rPr>
              <w:t>. Wrocław: Wyd. Akademii Wychowania fizycznego.</w:t>
            </w:r>
          </w:p>
        </w:tc>
      </w:tr>
      <w:tr w:rsidR="001C6D08" w:rsidRPr="0081782C" w:rsidTr="0071620A">
        <w:trPr>
          <w:trHeight w:val="397"/>
        </w:trPr>
        <w:tc>
          <w:tcPr>
            <w:tcW w:w="7513" w:type="dxa"/>
          </w:tcPr>
          <w:p w:rsidR="001C6D08" w:rsidRPr="0081782C" w:rsidRDefault="001C6D08" w:rsidP="00095EE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C6D08" w:rsidRPr="0081782C" w:rsidRDefault="001C6D08" w:rsidP="00095EE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81782C">
              <w:rPr>
                <w:rFonts w:ascii="Corbel" w:hAnsi="Corbel"/>
                <w:b w:val="0"/>
                <w:smallCaps w:val="0"/>
                <w:szCs w:val="24"/>
              </w:rPr>
              <w:t xml:space="preserve">Kołakowski A. Pisula A., (2012) </w:t>
            </w:r>
            <w:r w:rsidRPr="008178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Sposób na trudne dziecko</w:t>
            </w:r>
            <w:r w:rsidRPr="0081782C">
              <w:rPr>
                <w:rFonts w:ascii="Corbel" w:hAnsi="Corbel"/>
                <w:b w:val="0"/>
                <w:smallCaps w:val="0"/>
                <w:szCs w:val="24"/>
              </w:rPr>
              <w:t>. Sopot: GWP.</w:t>
            </w:r>
          </w:p>
          <w:p w:rsidR="001C6D08" w:rsidRPr="0081782C" w:rsidRDefault="001C6D08" w:rsidP="00095EEF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782C">
              <w:rPr>
                <w:rFonts w:ascii="Corbel" w:hAnsi="Corbel" w:cs="Arial"/>
                <w:sz w:val="24"/>
                <w:szCs w:val="24"/>
              </w:rPr>
              <w:t xml:space="preserve">Obuchowska I. (1991)  </w:t>
            </w:r>
            <w:r w:rsidRPr="0081782C">
              <w:rPr>
                <w:rFonts w:ascii="Corbel" w:hAnsi="Corbel" w:cs="Arial"/>
                <w:i/>
                <w:iCs/>
                <w:sz w:val="24"/>
                <w:szCs w:val="24"/>
              </w:rPr>
              <w:t>Dziecko niepełnosprawne w rodzinie</w:t>
            </w:r>
            <w:r w:rsidRPr="0081782C">
              <w:rPr>
                <w:rFonts w:ascii="Corbel" w:hAnsi="Corbel" w:cs="Arial"/>
                <w:sz w:val="24"/>
                <w:szCs w:val="24"/>
              </w:rPr>
              <w:t>. Warszawa: WSiP</w:t>
            </w:r>
          </w:p>
          <w:p w:rsidR="001C6D08" w:rsidRPr="0081782C" w:rsidRDefault="001C6D08" w:rsidP="00095EEF">
            <w:pPr>
              <w:spacing w:after="0"/>
              <w:rPr>
                <w:rFonts w:ascii="Corbel" w:hAnsi="Corbel"/>
                <w:i/>
                <w:smallCaps/>
                <w:color w:val="FF0000"/>
                <w:sz w:val="24"/>
                <w:szCs w:val="24"/>
              </w:rPr>
            </w:pPr>
            <w:proofErr w:type="spellStart"/>
            <w:r w:rsidRPr="0081782C">
              <w:rPr>
                <w:rFonts w:ascii="Corbel" w:hAnsi="Corbel"/>
                <w:sz w:val="24"/>
                <w:szCs w:val="24"/>
              </w:rPr>
              <w:t>Skórczyńska</w:t>
            </w:r>
            <w:proofErr w:type="spellEnd"/>
            <w:r w:rsidRPr="0081782C">
              <w:rPr>
                <w:rFonts w:ascii="Corbel" w:hAnsi="Corbel"/>
                <w:sz w:val="24"/>
                <w:szCs w:val="24"/>
              </w:rPr>
              <w:t xml:space="preserve"> M., (2006) </w:t>
            </w:r>
            <w:r w:rsidRPr="0081782C">
              <w:rPr>
                <w:rFonts w:ascii="Corbel" w:hAnsi="Corbel"/>
                <w:i/>
                <w:iCs/>
                <w:sz w:val="24"/>
                <w:szCs w:val="24"/>
              </w:rPr>
              <w:t>Współczesne tendencje we wczesnej interwencji              u dzieci zagrożonych niepełnosprawnością i niepełnosprawnych</w:t>
            </w:r>
            <w:r w:rsidRPr="0081782C">
              <w:rPr>
                <w:rFonts w:ascii="Corbel" w:hAnsi="Corbel"/>
                <w:sz w:val="24"/>
                <w:szCs w:val="24"/>
              </w:rPr>
              <w:t xml:space="preserve">. Oficyna Wydawnicza „Impuls”. </w:t>
            </w:r>
          </w:p>
        </w:tc>
      </w:tr>
    </w:tbl>
    <w:p w:rsidR="001C6D08" w:rsidRPr="0081782C" w:rsidRDefault="001C6D0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C6D08" w:rsidRPr="0081782C" w:rsidRDefault="001C6D0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C6D08" w:rsidRPr="009C54AE" w:rsidRDefault="001C6D08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178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C6D08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15F" w:rsidRDefault="007B015F" w:rsidP="00C16ABF">
      <w:pPr>
        <w:spacing w:after="0" w:line="240" w:lineRule="auto"/>
      </w:pPr>
      <w:r>
        <w:separator/>
      </w:r>
    </w:p>
  </w:endnote>
  <w:endnote w:type="continuationSeparator" w:id="0">
    <w:p w:rsidR="007B015F" w:rsidRDefault="007B01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15F" w:rsidRDefault="007B015F" w:rsidP="00C16ABF">
      <w:pPr>
        <w:spacing w:after="0" w:line="240" w:lineRule="auto"/>
      </w:pPr>
      <w:r>
        <w:separator/>
      </w:r>
    </w:p>
  </w:footnote>
  <w:footnote w:type="continuationSeparator" w:id="0">
    <w:p w:rsidR="007B015F" w:rsidRDefault="007B015F" w:rsidP="00C16ABF">
      <w:pPr>
        <w:spacing w:after="0" w:line="240" w:lineRule="auto"/>
      </w:pPr>
      <w:r>
        <w:continuationSeparator/>
      </w:r>
    </w:p>
  </w:footnote>
  <w:footnote w:id="1">
    <w:p w:rsidR="001C6D08" w:rsidRDefault="001C6D0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87932"/>
    <w:rsid w:val="0009462C"/>
    <w:rsid w:val="00094B12"/>
    <w:rsid w:val="00095EEF"/>
    <w:rsid w:val="000966A9"/>
    <w:rsid w:val="00096C46"/>
    <w:rsid w:val="000A296F"/>
    <w:rsid w:val="000A2A28"/>
    <w:rsid w:val="000A2B30"/>
    <w:rsid w:val="000B192D"/>
    <w:rsid w:val="000B28EE"/>
    <w:rsid w:val="000B33AA"/>
    <w:rsid w:val="000B3E37"/>
    <w:rsid w:val="000D04B0"/>
    <w:rsid w:val="000D33A5"/>
    <w:rsid w:val="000F0DCD"/>
    <w:rsid w:val="000F1C57"/>
    <w:rsid w:val="000F5615"/>
    <w:rsid w:val="00124BFF"/>
    <w:rsid w:val="0012560E"/>
    <w:rsid w:val="00127108"/>
    <w:rsid w:val="00133F4D"/>
    <w:rsid w:val="00134B13"/>
    <w:rsid w:val="00146BC0"/>
    <w:rsid w:val="00153C41"/>
    <w:rsid w:val="0015436B"/>
    <w:rsid w:val="00154381"/>
    <w:rsid w:val="001640A7"/>
    <w:rsid w:val="00164FA7"/>
    <w:rsid w:val="00166A03"/>
    <w:rsid w:val="00170F8B"/>
    <w:rsid w:val="001718A7"/>
    <w:rsid w:val="00172AC3"/>
    <w:rsid w:val="001737CF"/>
    <w:rsid w:val="00176083"/>
    <w:rsid w:val="001770C7"/>
    <w:rsid w:val="00192F37"/>
    <w:rsid w:val="00193629"/>
    <w:rsid w:val="001A70D2"/>
    <w:rsid w:val="001C6D08"/>
    <w:rsid w:val="001D657B"/>
    <w:rsid w:val="001D7B54"/>
    <w:rsid w:val="001E0209"/>
    <w:rsid w:val="001F2CA2"/>
    <w:rsid w:val="00213169"/>
    <w:rsid w:val="002144C0"/>
    <w:rsid w:val="0021612E"/>
    <w:rsid w:val="0022477D"/>
    <w:rsid w:val="002262B2"/>
    <w:rsid w:val="002278A9"/>
    <w:rsid w:val="002336F9"/>
    <w:rsid w:val="0024028F"/>
    <w:rsid w:val="00244ABC"/>
    <w:rsid w:val="00281FF2"/>
    <w:rsid w:val="00284A26"/>
    <w:rsid w:val="002857DE"/>
    <w:rsid w:val="00291567"/>
    <w:rsid w:val="002A22BF"/>
    <w:rsid w:val="002A2389"/>
    <w:rsid w:val="002A671D"/>
    <w:rsid w:val="002B276F"/>
    <w:rsid w:val="002B4D55"/>
    <w:rsid w:val="002B5EA0"/>
    <w:rsid w:val="002B6119"/>
    <w:rsid w:val="002C1F06"/>
    <w:rsid w:val="002D3375"/>
    <w:rsid w:val="002D73D4"/>
    <w:rsid w:val="002E22E2"/>
    <w:rsid w:val="002F02A3"/>
    <w:rsid w:val="002F4ABE"/>
    <w:rsid w:val="003013F0"/>
    <w:rsid w:val="003018BA"/>
    <w:rsid w:val="0030395F"/>
    <w:rsid w:val="00305C92"/>
    <w:rsid w:val="003151C5"/>
    <w:rsid w:val="003343CF"/>
    <w:rsid w:val="0034501B"/>
    <w:rsid w:val="00346FE9"/>
    <w:rsid w:val="0034759A"/>
    <w:rsid w:val="003503F6"/>
    <w:rsid w:val="003530DD"/>
    <w:rsid w:val="00363F78"/>
    <w:rsid w:val="003656AF"/>
    <w:rsid w:val="00373274"/>
    <w:rsid w:val="003A0A5B"/>
    <w:rsid w:val="003A1176"/>
    <w:rsid w:val="003B3053"/>
    <w:rsid w:val="003B7446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04A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36B"/>
    <w:rsid w:val="004C5C95"/>
    <w:rsid w:val="004D5282"/>
    <w:rsid w:val="004F1551"/>
    <w:rsid w:val="004F5081"/>
    <w:rsid w:val="004F55A3"/>
    <w:rsid w:val="0050496F"/>
    <w:rsid w:val="00513B6F"/>
    <w:rsid w:val="00517C63"/>
    <w:rsid w:val="00523487"/>
    <w:rsid w:val="00526C94"/>
    <w:rsid w:val="0053458D"/>
    <w:rsid w:val="005363C4"/>
    <w:rsid w:val="00536BDE"/>
    <w:rsid w:val="00543ACC"/>
    <w:rsid w:val="00550540"/>
    <w:rsid w:val="0056696D"/>
    <w:rsid w:val="005738AE"/>
    <w:rsid w:val="00573EF9"/>
    <w:rsid w:val="005909BF"/>
    <w:rsid w:val="0059484D"/>
    <w:rsid w:val="005A0855"/>
    <w:rsid w:val="005A3196"/>
    <w:rsid w:val="005C080F"/>
    <w:rsid w:val="005C55E5"/>
    <w:rsid w:val="005C696A"/>
    <w:rsid w:val="005E6E85"/>
    <w:rsid w:val="005F1081"/>
    <w:rsid w:val="005F31D2"/>
    <w:rsid w:val="006030E1"/>
    <w:rsid w:val="0061029B"/>
    <w:rsid w:val="00610E9E"/>
    <w:rsid w:val="00617230"/>
    <w:rsid w:val="006209D4"/>
    <w:rsid w:val="00621CE1"/>
    <w:rsid w:val="00624458"/>
    <w:rsid w:val="00627FC9"/>
    <w:rsid w:val="00647FA8"/>
    <w:rsid w:val="00650C5F"/>
    <w:rsid w:val="00654934"/>
    <w:rsid w:val="006620D9"/>
    <w:rsid w:val="00671958"/>
    <w:rsid w:val="00675843"/>
    <w:rsid w:val="00685D89"/>
    <w:rsid w:val="00696477"/>
    <w:rsid w:val="006B6B58"/>
    <w:rsid w:val="006C54AB"/>
    <w:rsid w:val="006D050F"/>
    <w:rsid w:val="006D6139"/>
    <w:rsid w:val="006D66C4"/>
    <w:rsid w:val="006E4BCB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BA7"/>
    <w:rsid w:val="00763BF1"/>
    <w:rsid w:val="00766FD4"/>
    <w:rsid w:val="0077243F"/>
    <w:rsid w:val="00780449"/>
    <w:rsid w:val="0078168C"/>
    <w:rsid w:val="00787C2A"/>
    <w:rsid w:val="00790E27"/>
    <w:rsid w:val="00791910"/>
    <w:rsid w:val="007A286F"/>
    <w:rsid w:val="007A4022"/>
    <w:rsid w:val="007A6E6E"/>
    <w:rsid w:val="007B015F"/>
    <w:rsid w:val="007C3299"/>
    <w:rsid w:val="007C3BCC"/>
    <w:rsid w:val="007C4546"/>
    <w:rsid w:val="007C66CB"/>
    <w:rsid w:val="007D6E56"/>
    <w:rsid w:val="007F1652"/>
    <w:rsid w:val="007F4155"/>
    <w:rsid w:val="0080379F"/>
    <w:rsid w:val="00803A0A"/>
    <w:rsid w:val="00810474"/>
    <w:rsid w:val="0081554D"/>
    <w:rsid w:val="0081707E"/>
    <w:rsid w:val="0081782C"/>
    <w:rsid w:val="008449B3"/>
    <w:rsid w:val="0085747A"/>
    <w:rsid w:val="0087126A"/>
    <w:rsid w:val="00882715"/>
    <w:rsid w:val="00884922"/>
    <w:rsid w:val="00885F64"/>
    <w:rsid w:val="008917F9"/>
    <w:rsid w:val="008A45F7"/>
    <w:rsid w:val="008A6CD6"/>
    <w:rsid w:val="008B43D7"/>
    <w:rsid w:val="008C0CC0"/>
    <w:rsid w:val="008C19A9"/>
    <w:rsid w:val="008C379D"/>
    <w:rsid w:val="008C5147"/>
    <w:rsid w:val="008C5359"/>
    <w:rsid w:val="008C5363"/>
    <w:rsid w:val="008C7408"/>
    <w:rsid w:val="008D3DFB"/>
    <w:rsid w:val="008E64F4"/>
    <w:rsid w:val="008F12C9"/>
    <w:rsid w:val="008F42D3"/>
    <w:rsid w:val="008F6E29"/>
    <w:rsid w:val="008F7C10"/>
    <w:rsid w:val="0090084A"/>
    <w:rsid w:val="00916188"/>
    <w:rsid w:val="009218D6"/>
    <w:rsid w:val="00923D7D"/>
    <w:rsid w:val="00945B08"/>
    <w:rsid w:val="009508DF"/>
    <w:rsid w:val="00950DAC"/>
    <w:rsid w:val="00954A07"/>
    <w:rsid w:val="009566F9"/>
    <w:rsid w:val="00956799"/>
    <w:rsid w:val="00957DBF"/>
    <w:rsid w:val="009658E0"/>
    <w:rsid w:val="00981ABE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4CB9"/>
    <w:rsid w:val="00A155EE"/>
    <w:rsid w:val="00A208BF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254B"/>
    <w:rsid w:val="00A827D0"/>
    <w:rsid w:val="00A84C85"/>
    <w:rsid w:val="00A97DE1"/>
    <w:rsid w:val="00AA4955"/>
    <w:rsid w:val="00AB053C"/>
    <w:rsid w:val="00AB1691"/>
    <w:rsid w:val="00AC3592"/>
    <w:rsid w:val="00AD054C"/>
    <w:rsid w:val="00AD1146"/>
    <w:rsid w:val="00AD27D3"/>
    <w:rsid w:val="00AD66D6"/>
    <w:rsid w:val="00AE1160"/>
    <w:rsid w:val="00AE203C"/>
    <w:rsid w:val="00AE2E74"/>
    <w:rsid w:val="00AE5FCB"/>
    <w:rsid w:val="00AF2C1E"/>
    <w:rsid w:val="00B03D7E"/>
    <w:rsid w:val="00B06142"/>
    <w:rsid w:val="00B135B1"/>
    <w:rsid w:val="00B3130B"/>
    <w:rsid w:val="00B40ADB"/>
    <w:rsid w:val="00B43B77"/>
    <w:rsid w:val="00B43E80"/>
    <w:rsid w:val="00B451D9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C2EE5"/>
    <w:rsid w:val="00BD3869"/>
    <w:rsid w:val="00BD66E9"/>
    <w:rsid w:val="00BD6FF4"/>
    <w:rsid w:val="00BE6880"/>
    <w:rsid w:val="00BF2C41"/>
    <w:rsid w:val="00C02BF3"/>
    <w:rsid w:val="00C058B4"/>
    <w:rsid w:val="00C05F44"/>
    <w:rsid w:val="00C131B5"/>
    <w:rsid w:val="00C16ABF"/>
    <w:rsid w:val="00C170AE"/>
    <w:rsid w:val="00C2272A"/>
    <w:rsid w:val="00C26CB7"/>
    <w:rsid w:val="00C324C1"/>
    <w:rsid w:val="00C34D0A"/>
    <w:rsid w:val="00C36992"/>
    <w:rsid w:val="00C56036"/>
    <w:rsid w:val="00C61DC5"/>
    <w:rsid w:val="00C630F3"/>
    <w:rsid w:val="00C67E92"/>
    <w:rsid w:val="00C70A26"/>
    <w:rsid w:val="00C766DF"/>
    <w:rsid w:val="00C94B98"/>
    <w:rsid w:val="00C96CF3"/>
    <w:rsid w:val="00CA2B96"/>
    <w:rsid w:val="00CA5089"/>
    <w:rsid w:val="00CA773C"/>
    <w:rsid w:val="00CB42CB"/>
    <w:rsid w:val="00CD6897"/>
    <w:rsid w:val="00CE5BAC"/>
    <w:rsid w:val="00CE653F"/>
    <w:rsid w:val="00CF25BE"/>
    <w:rsid w:val="00CF78ED"/>
    <w:rsid w:val="00D02B25"/>
    <w:rsid w:val="00D02EBA"/>
    <w:rsid w:val="00D13289"/>
    <w:rsid w:val="00D17C3C"/>
    <w:rsid w:val="00D26B2C"/>
    <w:rsid w:val="00D31F50"/>
    <w:rsid w:val="00D341E5"/>
    <w:rsid w:val="00D352C9"/>
    <w:rsid w:val="00D35DE2"/>
    <w:rsid w:val="00D425B2"/>
    <w:rsid w:val="00D428D6"/>
    <w:rsid w:val="00D46456"/>
    <w:rsid w:val="00D552B2"/>
    <w:rsid w:val="00D608D1"/>
    <w:rsid w:val="00D74119"/>
    <w:rsid w:val="00D8075B"/>
    <w:rsid w:val="00D85911"/>
    <w:rsid w:val="00D8678B"/>
    <w:rsid w:val="00DA2114"/>
    <w:rsid w:val="00DA4EBE"/>
    <w:rsid w:val="00DB3332"/>
    <w:rsid w:val="00DE09C0"/>
    <w:rsid w:val="00DE4A14"/>
    <w:rsid w:val="00DF320D"/>
    <w:rsid w:val="00DF71C8"/>
    <w:rsid w:val="00DF75C6"/>
    <w:rsid w:val="00E129B8"/>
    <w:rsid w:val="00E21E7D"/>
    <w:rsid w:val="00E22FBC"/>
    <w:rsid w:val="00E24BF5"/>
    <w:rsid w:val="00E25338"/>
    <w:rsid w:val="00E30769"/>
    <w:rsid w:val="00E51E44"/>
    <w:rsid w:val="00E63348"/>
    <w:rsid w:val="00E7432C"/>
    <w:rsid w:val="00E77E88"/>
    <w:rsid w:val="00E8107D"/>
    <w:rsid w:val="00E960BB"/>
    <w:rsid w:val="00E97DC8"/>
    <w:rsid w:val="00EA2074"/>
    <w:rsid w:val="00EA4832"/>
    <w:rsid w:val="00EA4E9D"/>
    <w:rsid w:val="00EB6F61"/>
    <w:rsid w:val="00EC45A4"/>
    <w:rsid w:val="00EC4899"/>
    <w:rsid w:val="00EC5EE8"/>
    <w:rsid w:val="00ED03AB"/>
    <w:rsid w:val="00ED32D2"/>
    <w:rsid w:val="00EE32DE"/>
    <w:rsid w:val="00EE5457"/>
    <w:rsid w:val="00EF4D31"/>
    <w:rsid w:val="00F070AB"/>
    <w:rsid w:val="00F17567"/>
    <w:rsid w:val="00F27A7B"/>
    <w:rsid w:val="00F526AF"/>
    <w:rsid w:val="00F617C3"/>
    <w:rsid w:val="00F6324A"/>
    <w:rsid w:val="00F7066B"/>
    <w:rsid w:val="00F76848"/>
    <w:rsid w:val="00F83B28"/>
    <w:rsid w:val="00FA46E5"/>
    <w:rsid w:val="00FB7DBA"/>
    <w:rsid w:val="00FC1C25"/>
    <w:rsid w:val="00FC3F45"/>
    <w:rsid w:val="00FD3EAC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9B9690E-EC0F-40AD-83D2-527B01D2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C96CF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locked/>
    <w:rsid w:val="00F632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1130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11</cp:revision>
  <cp:lastPrinted>2019-02-06T12:12:00Z</cp:lastPrinted>
  <dcterms:created xsi:type="dcterms:W3CDTF">2021-01-11T14:59:00Z</dcterms:created>
  <dcterms:modified xsi:type="dcterms:W3CDTF">2022-02-23T13:39:00Z</dcterms:modified>
</cp:coreProperties>
</file>